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8C" w:rsidRPr="000978CB" w:rsidRDefault="00ED368C" w:rsidP="000978CB">
      <w:pPr>
        <w:ind w:firstLine="10010"/>
        <w:rPr>
          <w:b/>
          <w:bCs/>
          <w:sz w:val="26"/>
          <w:szCs w:val="26"/>
          <w:lang w:val="uk-UA"/>
        </w:rPr>
      </w:pPr>
      <w:r w:rsidRPr="000978CB">
        <w:rPr>
          <w:b/>
          <w:bCs/>
          <w:sz w:val="26"/>
          <w:szCs w:val="26"/>
          <w:lang w:val="uk-UA"/>
        </w:rPr>
        <w:t>ЗАТВЕРДЖУЮ</w:t>
      </w:r>
    </w:p>
    <w:p w:rsidR="00ED368C" w:rsidRPr="000978CB" w:rsidRDefault="00ED368C" w:rsidP="000978CB">
      <w:pPr>
        <w:ind w:firstLine="10010"/>
        <w:rPr>
          <w:b/>
          <w:bCs/>
          <w:sz w:val="26"/>
          <w:szCs w:val="26"/>
          <w:lang w:val="uk-UA"/>
        </w:rPr>
      </w:pPr>
    </w:p>
    <w:p w:rsidR="00ED368C" w:rsidRPr="000978CB" w:rsidRDefault="00ED368C" w:rsidP="000978CB">
      <w:pPr>
        <w:ind w:firstLine="10010"/>
        <w:rPr>
          <w:b/>
          <w:bCs/>
          <w:sz w:val="26"/>
          <w:szCs w:val="26"/>
          <w:lang w:val="uk-UA"/>
        </w:rPr>
      </w:pPr>
      <w:r w:rsidRPr="000978CB">
        <w:rPr>
          <w:b/>
          <w:bCs/>
          <w:sz w:val="26"/>
          <w:szCs w:val="26"/>
          <w:lang w:val="uk-UA"/>
        </w:rPr>
        <w:t>Перший заступник голови Київської</w:t>
      </w:r>
    </w:p>
    <w:p w:rsidR="00ED368C" w:rsidRPr="000978CB" w:rsidRDefault="00ED368C" w:rsidP="000978CB">
      <w:pPr>
        <w:ind w:firstLine="10010"/>
        <w:rPr>
          <w:b/>
          <w:bCs/>
          <w:sz w:val="26"/>
          <w:szCs w:val="26"/>
          <w:lang w:val="uk-UA"/>
        </w:rPr>
      </w:pPr>
      <w:r w:rsidRPr="000978CB">
        <w:rPr>
          <w:b/>
          <w:bCs/>
          <w:sz w:val="26"/>
          <w:szCs w:val="26"/>
          <w:lang w:val="uk-UA"/>
        </w:rPr>
        <w:t>обласної державної адміністрації</w:t>
      </w:r>
    </w:p>
    <w:p w:rsidR="00ED368C" w:rsidRPr="000978CB" w:rsidRDefault="00ED368C" w:rsidP="000978CB">
      <w:pPr>
        <w:ind w:firstLine="10010"/>
        <w:rPr>
          <w:b/>
          <w:bCs/>
          <w:sz w:val="26"/>
          <w:szCs w:val="26"/>
          <w:lang w:val="uk-UA"/>
        </w:rPr>
      </w:pPr>
    </w:p>
    <w:p w:rsidR="00ED368C" w:rsidRPr="000978CB" w:rsidRDefault="00ED368C" w:rsidP="000978CB">
      <w:pPr>
        <w:ind w:firstLine="10010"/>
        <w:rPr>
          <w:b/>
          <w:bCs/>
          <w:sz w:val="26"/>
          <w:szCs w:val="26"/>
          <w:lang w:val="uk-UA"/>
        </w:rPr>
      </w:pPr>
      <w:r w:rsidRPr="000978CB">
        <w:rPr>
          <w:b/>
          <w:bCs/>
          <w:sz w:val="26"/>
          <w:szCs w:val="26"/>
          <w:lang w:val="uk-UA"/>
        </w:rPr>
        <w:t xml:space="preserve">                     Дмитро НАЗАРЕНКО</w:t>
      </w:r>
    </w:p>
    <w:p w:rsidR="00ED368C" w:rsidRPr="00DF2D06" w:rsidRDefault="00ED368C" w:rsidP="00AE27BD">
      <w:pPr>
        <w:ind w:firstLine="10890"/>
        <w:jc w:val="right"/>
        <w:rPr>
          <w:lang w:val="uk-UA"/>
        </w:rPr>
      </w:pPr>
    </w:p>
    <w:p w:rsidR="00ED368C" w:rsidRDefault="00ED368C" w:rsidP="00291D29">
      <w:pPr>
        <w:jc w:val="center"/>
        <w:rPr>
          <w:b/>
          <w:bCs/>
          <w:lang w:val="uk-UA"/>
        </w:rPr>
      </w:pPr>
    </w:p>
    <w:p w:rsidR="00ED368C" w:rsidRPr="00D82C8C" w:rsidRDefault="00ED368C" w:rsidP="00291D29">
      <w:pPr>
        <w:jc w:val="center"/>
        <w:rPr>
          <w:b/>
          <w:bCs/>
          <w:lang w:val="uk-UA"/>
        </w:rPr>
      </w:pPr>
      <w:r w:rsidRPr="00D82C8C">
        <w:rPr>
          <w:b/>
          <w:bCs/>
          <w:lang w:val="uk-UA"/>
        </w:rPr>
        <w:t>ОРІЄНТОВНИЙ ПЛАН</w:t>
      </w:r>
    </w:p>
    <w:p w:rsidR="00ED368C" w:rsidRPr="00D82C8C" w:rsidRDefault="00ED368C" w:rsidP="00291D29">
      <w:pPr>
        <w:jc w:val="center"/>
        <w:rPr>
          <w:b/>
          <w:bCs/>
          <w:lang w:val="uk-UA"/>
        </w:rPr>
      </w:pPr>
      <w:r w:rsidRPr="00D82C8C">
        <w:rPr>
          <w:b/>
          <w:bCs/>
          <w:lang w:val="uk-UA"/>
        </w:rPr>
        <w:t xml:space="preserve">проведення консультацій з громадськістю </w:t>
      </w:r>
    </w:p>
    <w:p w:rsidR="00ED368C" w:rsidRPr="00D82C8C" w:rsidRDefault="00ED368C" w:rsidP="00291D29">
      <w:pPr>
        <w:jc w:val="center"/>
        <w:rPr>
          <w:b/>
          <w:bCs/>
          <w:lang w:val="uk-UA"/>
        </w:rPr>
      </w:pPr>
      <w:r w:rsidRPr="00D82C8C">
        <w:rPr>
          <w:b/>
          <w:bCs/>
          <w:lang w:val="uk-UA"/>
        </w:rPr>
        <w:t xml:space="preserve">на 2022 рік </w:t>
      </w:r>
    </w:p>
    <w:p w:rsidR="00ED368C" w:rsidRPr="00D82C8C" w:rsidRDefault="00ED368C" w:rsidP="00291D29">
      <w:pPr>
        <w:jc w:val="center"/>
        <w:rPr>
          <w:lang w:val="uk-UA"/>
        </w:rPr>
      </w:pPr>
    </w:p>
    <w:tbl>
      <w:tblPr>
        <w:tblW w:w="517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3026"/>
        <w:gridCol w:w="2640"/>
        <w:gridCol w:w="2079"/>
        <w:gridCol w:w="3240"/>
        <w:gridCol w:w="3669"/>
      </w:tblGrid>
      <w:tr w:rsidR="00ED368C" w:rsidRPr="003F35FD">
        <w:tc>
          <w:tcPr>
            <w:tcW w:w="215" w:type="pct"/>
          </w:tcPr>
          <w:p w:rsidR="00ED368C" w:rsidRPr="003F35FD" w:rsidRDefault="00ED368C" w:rsidP="00A12BE2">
            <w:pPr>
              <w:jc w:val="center"/>
              <w:rPr>
                <w:b/>
                <w:bCs/>
                <w:lang w:val="uk-UA"/>
              </w:rPr>
            </w:pPr>
            <w:r w:rsidRPr="003F35FD">
              <w:rPr>
                <w:b/>
                <w:bCs/>
                <w:lang w:val="uk-UA"/>
              </w:rPr>
              <w:t>№</w:t>
            </w:r>
          </w:p>
          <w:p w:rsidR="00ED368C" w:rsidRPr="003F35FD" w:rsidRDefault="00ED368C" w:rsidP="00A12BE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A12BE2">
            <w:pPr>
              <w:jc w:val="center"/>
              <w:rPr>
                <w:b/>
                <w:bCs/>
                <w:lang w:val="uk-UA"/>
              </w:rPr>
            </w:pPr>
            <w:r w:rsidRPr="003F35FD">
              <w:rPr>
                <w:b/>
                <w:bCs/>
                <w:lang w:val="uk-UA"/>
              </w:rPr>
              <w:t xml:space="preserve">Питання або проект нормативно-правового акта*  </w:t>
            </w:r>
          </w:p>
        </w:tc>
        <w:tc>
          <w:tcPr>
            <w:tcW w:w="862" w:type="pct"/>
          </w:tcPr>
          <w:p w:rsidR="00ED368C" w:rsidRPr="003F35FD" w:rsidRDefault="00ED368C" w:rsidP="00A12BE2">
            <w:pPr>
              <w:jc w:val="center"/>
              <w:rPr>
                <w:b/>
                <w:bCs/>
                <w:lang w:val="uk-UA"/>
              </w:rPr>
            </w:pPr>
            <w:r w:rsidRPr="003F35FD">
              <w:rPr>
                <w:b/>
                <w:bCs/>
                <w:lang w:val="uk-UA"/>
              </w:rPr>
              <w:t xml:space="preserve">Захід, що проводитиметься у рамках консультацій з громадськістю**  </w:t>
            </w:r>
          </w:p>
        </w:tc>
        <w:tc>
          <w:tcPr>
            <w:tcW w:w="679" w:type="pct"/>
          </w:tcPr>
          <w:p w:rsidR="00ED368C" w:rsidRPr="003F35FD" w:rsidRDefault="00ED368C" w:rsidP="00A12BE2">
            <w:pPr>
              <w:jc w:val="center"/>
              <w:rPr>
                <w:b/>
                <w:bCs/>
                <w:lang w:val="uk-UA"/>
              </w:rPr>
            </w:pPr>
            <w:r w:rsidRPr="003F35FD">
              <w:rPr>
                <w:b/>
                <w:bCs/>
                <w:lang w:val="uk-UA"/>
              </w:rPr>
              <w:t xml:space="preserve">Строк проведення консультацій*** </w:t>
            </w:r>
          </w:p>
        </w:tc>
        <w:tc>
          <w:tcPr>
            <w:tcW w:w="1058" w:type="pct"/>
          </w:tcPr>
          <w:p w:rsidR="00ED368C" w:rsidRPr="003F35FD" w:rsidRDefault="00ED368C" w:rsidP="00A12BE2">
            <w:pPr>
              <w:jc w:val="center"/>
              <w:rPr>
                <w:b/>
                <w:bCs/>
                <w:lang w:val="uk-UA"/>
              </w:rPr>
            </w:pPr>
            <w:r w:rsidRPr="003F35FD">
              <w:rPr>
                <w:b/>
                <w:bCs/>
                <w:lang w:val="uk-UA"/>
              </w:rPr>
              <w:t>Заінтересовані сторони, яких планується залучити до консультацій ****</w:t>
            </w:r>
          </w:p>
          <w:p w:rsidR="00ED368C" w:rsidRPr="003F35FD" w:rsidRDefault="00ED368C" w:rsidP="00A12BE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98" w:type="pct"/>
          </w:tcPr>
          <w:p w:rsidR="00ED368C" w:rsidRPr="003F35FD" w:rsidRDefault="00ED368C" w:rsidP="00A12BE2">
            <w:pPr>
              <w:jc w:val="center"/>
              <w:rPr>
                <w:b/>
                <w:bCs/>
                <w:lang w:val="uk-UA"/>
              </w:rPr>
            </w:pPr>
            <w:r w:rsidRPr="003F35FD">
              <w:rPr>
                <w:b/>
                <w:bCs/>
                <w:lang w:val="uk-UA"/>
              </w:rPr>
              <w:t xml:space="preserve">Контактні дані особи/структурного підрозділу, відповідального за проведення консультацій </w:t>
            </w:r>
          </w:p>
          <w:p w:rsidR="00ED368C" w:rsidRPr="003F35FD" w:rsidRDefault="00ED368C" w:rsidP="00A12BE2">
            <w:pPr>
              <w:jc w:val="center"/>
              <w:rPr>
                <w:b/>
                <w:bCs/>
                <w:lang w:val="uk-UA"/>
              </w:rPr>
            </w:pPr>
            <w:r w:rsidRPr="003F35FD">
              <w:rPr>
                <w:b/>
                <w:bCs/>
                <w:lang w:val="uk-UA"/>
              </w:rPr>
              <w:t xml:space="preserve">(телефон, e-mail) </w:t>
            </w:r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1B54B6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Трансформація закладів обласної комунальної власності для забезпечення безбарєр’ного доступу до освітніх послуг</w:t>
            </w:r>
          </w:p>
          <w:p w:rsidR="00ED368C" w:rsidRPr="003F35FD" w:rsidRDefault="00ED368C" w:rsidP="001B54B6">
            <w:pPr>
              <w:tabs>
                <w:tab w:val="center" w:pos="1702"/>
              </w:tabs>
              <w:jc w:val="both"/>
              <w:rPr>
                <w:lang w:val="uk-UA"/>
              </w:rPr>
            </w:pPr>
          </w:p>
        </w:tc>
        <w:tc>
          <w:tcPr>
            <w:tcW w:w="862" w:type="pct"/>
          </w:tcPr>
          <w:p w:rsidR="00ED368C" w:rsidRPr="003F35FD" w:rsidRDefault="00ED368C" w:rsidP="001B54B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Електронні консультації </w:t>
            </w:r>
            <w:r w:rsidRPr="003F35FD">
              <w:rPr>
                <w:lang w:val="uk-UA"/>
              </w:rPr>
              <w:t xml:space="preserve">з </w:t>
            </w:r>
            <w:r>
              <w:rPr>
                <w:lang w:val="uk-UA"/>
              </w:rPr>
              <w:t>громадськістю</w:t>
            </w:r>
          </w:p>
        </w:tc>
        <w:tc>
          <w:tcPr>
            <w:tcW w:w="679" w:type="pct"/>
          </w:tcPr>
          <w:p w:rsidR="00ED368C" w:rsidRDefault="00ED368C" w:rsidP="00737052">
            <w:pPr>
              <w:jc w:val="center"/>
              <w:rPr>
                <w:lang w:val="uk-UA"/>
              </w:rPr>
            </w:pPr>
            <w:r w:rsidRPr="003F35FD">
              <w:rPr>
                <w:lang w:val="uk-UA"/>
              </w:rPr>
              <w:t xml:space="preserve">березень, </w:t>
            </w:r>
          </w:p>
          <w:p w:rsidR="00ED368C" w:rsidRDefault="00ED368C" w:rsidP="007370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червень,</w:t>
            </w:r>
          </w:p>
          <w:p w:rsidR="00ED368C" w:rsidRPr="003F35FD" w:rsidRDefault="00ED368C" w:rsidP="00737052">
            <w:pPr>
              <w:jc w:val="center"/>
              <w:rPr>
                <w:lang w:val="uk-UA"/>
              </w:rPr>
            </w:pPr>
            <w:r w:rsidRPr="003F35FD">
              <w:rPr>
                <w:lang w:val="uk-UA"/>
              </w:rPr>
              <w:t>вересень</w:t>
            </w:r>
            <w:r>
              <w:rPr>
                <w:lang w:val="uk-UA"/>
              </w:rPr>
              <w:t>,</w:t>
            </w:r>
          </w:p>
          <w:p w:rsidR="00ED368C" w:rsidRPr="00554EE7" w:rsidRDefault="00ED368C" w:rsidP="00737052">
            <w:pPr>
              <w:jc w:val="center"/>
              <w:rPr>
                <w:b/>
                <w:bCs/>
                <w:lang w:val="uk-UA"/>
              </w:rPr>
            </w:pPr>
            <w:r w:rsidRPr="003F35FD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1B54B6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Діти з  особливими освітніми потребами, діти пільгових категорій, їхні батьки, працівники  закладів освіти</w:t>
            </w:r>
          </w:p>
        </w:tc>
        <w:tc>
          <w:tcPr>
            <w:tcW w:w="1198" w:type="pct"/>
          </w:tcPr>
          <w:p w:rsidR="00ED368C" w:rsidRPr="00270A53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270A53">
              <w:rPr>
                <w:lang w:val="uk-UA"/>
              </w:rPr>
              <w:t xml:space="preserve">Департамент освіти і науки КОДА </w:t>
            </w:r>
          </w:p>
          <w:p w:rsidR="00ED368C" w:rsidRPr="00270A53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270A53">
              <w:rPr>
                <w:lang w:val="uk-UA"/>
              </w:rPr>
              <w:t xml:space="preserve">Тростянська Ярослава Іванівна – т.в.о. директора департаменту  </w:t>
            </w:r>
          </w:p>
          <w:p w:rsidR="00ED368C" w:rsidRPr="00270A53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270A53">
              <w:rPr>
                <w:lang w:val="uk-UA"/>
              </w:rPr>
              <w:t>тел. 067-217-64-63,</w:t>
            </w:r>
          </w:p>
          <w:p w:rsidR="00ED368C" w:rsidRPr="003F35FD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</w:t>
            </w:r>
            <w:r w:rsidRPr="00270A53">
              <w:rPr>
                <w:lang w:val="uk-UA"/>
              </w:rPr>
              <w:t xml:space="preserve">: </w:t>
            </w:r>
            <w:hyperlink r:id="rId5" w:history="1">
              <w:r w:rsidRPr="00270A53">
                <w:rPr>
                  <w:rStyle w:val="Hyperlink"/>
                  <w:lang w:val="uk-UA"/>
                </w:rPr>
                <w:t>trostianska@ukr.net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1B54B6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Формування сталої мережі надання освітніх  послуг,  зокрема, профільної старшої школи в територіальних громадах (ліцей)</w:t>
            </w:r>
          </w:p>
        </w:tc>
        <w:tc>
          <w:tcPr>
            <w:tcW w:w="862" w:type="pct"/>
          </w:tcPr>
          <w:p w:rsidR="00ED368C" w:rsidRPr="003F35FD" w:rsidRDefault="00ED368C" w:rsidP="001B54B6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Електронні консультації з громадськістю</w:t>
            </w:r>
          </w:p>
        </w:tc>
        <w:tc>
          <w:tcPr>
            <w:tcW w:w="679" w:type="pct"/>
          </w:tcPr>
          <w:p w:rsidR="00ED368C" w:rsidRDefault="00ED368C" w:rsidP="00737052">
            <w:pPr>
              <w:jc w:val="center"/>
              <w:rPr>
                <w:lang w:val="uk-UA"/>
              </w:rPr>
            </w:pPr>
            <w:r w:rsidRPr="003F35FD">
              <w:rPr>
                <w:lang w:val="uk-UA"/>
              </w:rPr>
              <w:t xml:space="preserve">березень, </w:t>
            </w:r>
          </w:p>
          <w:p w:rsidR="00ED368C" w:rsidRDefault="00ED368C" w:rsidP="007370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червень,</w:t>
            </w:r>
          </w:p>
          <w:p w:rsidR="00ED368C" w:rsidRPr="003F35FD" w:rsidRDefault="00ED368C" w:rsidP="00737052">
            <w:pPr>
              <w:jc w:val="center"/>
              <w:rPr>
                <w:lang w:val="uk-UA"/>
              </w:rPr>
            </w:pPr>
            <w:r w:rsidRPr="003F35FD">
              <w:rPr>
                <w:lang w:val="uk-UA"/>
              </w:rPr>
              <w:t>вересень</w:t>
            </w:r>
            <w:r>
              <w:rPr>
                <w:lang w:val="uk-UA"/>
              </w:rPr>
              <w:t>,</w:t>
            </w:r>
          </w:p>
          <w:p w:rsidR="00ED368C" w:rsidRPr="00554EE7" w:rsidRDefault="00ED368C" w:rsidP="00737052">
            <w:pPr>
              <w:jc w:val="center"/>
              <w:rPr>
                <w:b/>
                <w:bCs/>
                <w:lang w:val="uk-UA"/>
              </w:rPr>
            </w:pPr>
            <w:r w:rsidRPr="003F35FD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1B54B6">
            <w:pPr>
              <w:rPr>
                <w:lang w:val="uk-UA"/>
              </w:rPr>
            </w:pPr>
            <w:r w:rsidRPr="003F35FD">
              <w:rPr>
                <w:lang w:val="uk-UA"/>
              </w:rPr>
              <w:t>Працівники закладів освіти</w:t>
            </w:r>
          </w:p>
        </w:tc>
        <w:tc>
          <w:tcPr>
            <w:tcW w:w="1198" w:type="pct"/>
          </w:tcPr>
          <w:p w:rsidR="00ED368C" w:rsidRPr="00270A53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270A53">
              <w:rPr>
                <w:lang w:val="uk-UA"/>
              </w:rPr>
              <w:t xml:space="preserve">Департамент освіти і науки КОДА </w:t>
            </w:r>
          </w:p>
          <w:p w:rsidR="00ED368C" w:rsidRPr="003F35FD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 xml:space="preserve">Тростянська Ярослава Іванівна – т.в.о. директора департаменту  </w:t>
            </w:r>
          </w:p>
          <w:p w:rsidR="00ED368C" w:rsidRPr="00270A53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270A53">
              <w:rPr>
                <w:lang w:val="uk-UA"/>
              </w:rPr>
              <w:t>тел. 067-217-64-63,</w:t>
            </w:r>
          </w:p>
          <w:p w:rsidR="00ED368C" w:rsidRPr="003F35FD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</w:t>
            </w:r>
            <w:r w:rsidRPr="00270A53">
              <w:rPr>
                <w:lang w:val="uk-UA"/>
              </w:rPr>
              <w:t xml:space="preserve">: </w:t>
            </w:r>
            <w:hyperlink r:id="rId6" w:history="1">
              <w:r w:rsidRPr="00270A53">
                <w:rPr>
                  <w:rStyle w:val="Hyperlink"/>
                  <w:lang w:val="uk-UA"/>
                </w:rPr>
                <w:t>trostianska@ukr.net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1B54B6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Державно-приватне партнерство в галузі професійної освіти</w:t>
            </w:r>
          </w:p>
        </w:tc>
        <w:tc>
          <w:tcPr>
            <w:tcW w:w="862" w:type="pct"/>
          </w:tcPr>
          <w:p w:rsidR="00ED368C" w:rsidRPr="00737052" w:rsidRDefault="00ED368C" w:rsidP="001B54B6">
            <w:pPr>
              <w:jc w:val="both"/>
              <w:rPr>
                <w:lang w:val="uk-UA"/>
              </w:rPr>
            </w:pPr>
            <w:r w:rsidRPr="00737052">
              <w:rPr>
                <w:lang w:val="uk-UA"/>
              </w:rPr>
              <w:t>Публічні консультації з громадськістю</w:t>
            </w:r>
          </w:p>
        </w:tc>
        <w:tc>
          <w:tcPr>
            <w:tcW w:w="679" w:type="pct"/>
          </w:tcPr>
          <w:p w:rsidR="00ED368C" w:rsidRPr="003F35FD" w:rsidRDefault="00ED368C" w:rsidP="001B54B6">
            <w:pPr>
              <w:jc w:val="center"/>
              <w:rPr>
                <w:lang w:val="uk-UA"/>
              </w:rPr>
            </w:pPr>
            <w:r w:rsidRPr="003F35FD">
              <w:rPr>
                <w:lang w:val="uk-UA"/>
              </w:rPr>
              <w:t>березень, вересень</w:t>
            </w:r>
            <w:r>
              <w:rPr>
                <w:lang w:val="uk-UA"/>
              </w:rPr>
              <w:t>,</w:t>
            </w:r>
          </w:p>
          <w:p w:rsidR="00ED368C" w:rsidRPr="003F35FD" w:rsidRDefault="00ED368C" w:rsidP="001B54B6">
            <w:pPr>
              <w:jc w:val="center"/>
              <w:rPr>
                <w:lang w:val="uk-UA"/>
              </w:rPr>
            </w:pPr>
            <w:r w:rsidRPr="003F35FD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7352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Представники </w:t>
            </w:r>
            <w:r w:rsidRPr="003F35FD">
              <w:rPr>
                <w:lang w:val="uk-UA"/>
              </w:rPr>
              <w:t>закладів та установ професійної  (професійно-технічної) та фахової передвищої освіти, роботодавці</w:t>
            </w:r>
          </w:p>
        </w:tc>
        <w:tc>
          <w:tcPr>
            <w:tcW w:w="1198" w:type="pct"/>
          </w:tcPr>
          <w:p w:rsidR="00ED368C" w:rsidRPr="00270A53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270A53">
              <w:rPr>
                <w:lang w:val="uk-UA"/>
              </w:rPr>
              <w:t xml:space="preserve">Департамент освіти і науки КОДА </w:t>
            </w:r>
          </w:p>
          <w:p w:rsidR="00ED368C" w:rsidRPr="003F35FD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 xml:space="preserve">Тростянська Ярослава Іванівна – т.в.о. директора департаменту  </w:t>
            </w:r>
          </w:p>
          <w:p w:rsidR="00ED368C" w:rsidRPr="00270A53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270A53">
              <w:rPr>
                <w:lang w:val="uk-UA"/>
              </w:rPr>
              <w:t>тел. 067-217-64-63,</w:t>
            </w:r>
          </w:p>
          <w:p w:rsidR="00ED368C" w:rsidRPr="003F35FD" w:rsidRDefault="00ED368C" w:rsidP="000978CB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</w:t>
            </w:r>
            <w:r w:rsidRPr="00270A53">
              <w:rPr>
                <w:lang w:val="uk-UA"/>
              </w:rPr>
              <w:t xml:space="preserve">: </w:t>
            </w:r>
            <w:hyperlink r:id="rId7" w:history="1">
              <w:r w:rsidRPr="00270A53">
                <w:rPr>
                  <w:rStyle w:val="Hyperlink"/>
                  <w:lang w:val="uk-UA"/>
                </w:rPr>
                <w:t>trostianska@ukr.net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1B54B6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Модернізація системи  розвитку професійної (професійно-технічної) освіти (Стратегічний план розвитку професійної (професійно-технічної) освіти Київської області)</w:t>
            </w:r>
          </w:p>
        </w:tc>
        <w:tc>
          <w:tcPr>
            <w:tcW w:w="862" w:type="pct"/>
          </w:tcPr>
          <w:p w:rsidR="00ED368C" w:rsidRPr="003F35FD" w:rsidRDefault="00ED368C" w:rsidP="001B54B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3F35FD">
              <w:rPr>
                <w:lang w:val="uk-UA"/>
              </w:rPr>
              <w:t xml:space="preserve">онсультації з громадськістю </w:t>
            </w:r>
          </w:p>
        </w:tc>
        <w:tc>
          <w:tcPr>
            <w:tcW w:w="679" w:type="pct"/>
          </w:tcPr>
          <w:p w:rsidR="00ED368C" w:rsidRPr="003F35FD" w:rsidRDefault="00ED368C" w:rsidP="00737052">
            <w:pPr>
              <w:jc w:val="center"/>
              <w:rPr>
                <w:lang w:val="uk-UA"/>
              </w:rPr>
            </w:pPr>
            <w:r w:rsidRPr="003F35FD">
              <w:rPr>
                <w:lang w:val="uk-UA"/>
              </w:rPr>
              <w:t>березень, вересень</w:t>
            </w:r>
            <w:r>
              <w:rPr>
                <w:lang w:val="uk-UA"/>
              </w:rPr>
              <w:t>,</w:t>
            </w:r>
          </w:p>
          <w:p w:rsidR="00ED368C" w:rsidRPr="00554EE7" w:rsidRDefault="00ED368C" w:rsidP="00737052">
            <w:pPr>
              <w:jc w:val="center"/>
              <w:rPr>
                <w:b/>
                <w:bCs/>
                <w:lang w:val="uk-UA"/>
              </w:rPr>
            </w:pPr>
            <w:r w:rsidRPr="003F35FD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1B54B6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Представники  закладів та установ професійної (професійно-технічної) освіти, роботодавці</w:t>
            </w:r>
          </w:p>
        </w:tc>
        <w:tc>
          <w:tcPr>
            <w:tcW w:w="1198" w:type="pct"/>
          </w:tcPr>
          <w:p w:rsidR="00ED368C" w:rsidRPr="00270A53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270A53">
              <w:rPr>
                <w:lang w:val="uk-UA"/>
              </w:rPr>
              <w:t xml:space="preserve">Департамент освіти і науки КОДА </w:t>
            </w:r>
          </w:p>
          <w:p w:rsidR="00ED368C" w:rsidRPr="003F35FD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 xml:space="preserve">Тростянська Ярослава Іванівна – т.в.о. директора департаменту  </w:t>
            </w:r>
          </w:p>
          <w:p w:rsidR="00ED368C" w:rsidRPr="00270A53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270A53">
              <w:rPr>
                <w:lang w:val="uk-UA"/>
              </w:rPr>
              <w:t>тел. 067-217-64-63,</w:t>
            </w:r>
          </w:p>
          <w:p w:rsidR="00ED368C" w:rsidRPr="00270A53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e-mail:</w:t>
            </w:r>
            <w:r w:rsidRPr="00270A53">
              <w:rPr>
                <w:lang w:val="uk-UA"/>
              </w:rPr>
              <w:t xml:space="preserve"> </w:t>
            </w:r>
            <w:hyperlink r:id="rId8" w:history="1">
              <w:r w:rsidRPr="00270A53">
                <w:rPr>
                  <w:rStyle w:val="Hyperlink"/>
                  <w:lang w:val="uk-UA"/>
                </w:rPr>
                <w:t>trostianska@ukr.net</w:t>
              </w:r>
            </w:hyperlink>
          </w:p>
          <w:p w:rsidR="00ED368C" w:rsidRPr="003F35FD" w:rsidRDefault="00ED368C" w:rsidP="001B54B6">
            <w:pPr>
              <w:tabs>
                <w:tab w:val="left" w:pos="1100"/>
              </w:tabs>
              <w:jc w:val="both"/>
              <w:rPr>
                <w:lang w:val="uk-UA"/>
              </w:rPr>
            </w:pPr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B16A2E">
            <w:pPr>
              <w:jc w:val="both"/>
              <w:rPr>
                <w:b/>
                <w:bCs/>
                <w:lang w:val="uk-UA"/>
              </w:rPr>
            </w:pPr>
            <w:r w:rsidRPr="003F35FD">
              <w:rPr>
                <w:lang w:val="uk-UA"/>
              </w:rPr>
              <w:t>Про реалізацію заходів Програми розвитку автомобільних доріг у Київській області 2020-2022 роки</w:t>
            </w:r>
          </w:p>
        </w:tc>
        <w:tc>
          <w:tcPr>
            <w:tcW w:w="862" w:type="pct"/>
          </w:tcPr>
          <w:p w:rsidR="00ED368C" w:rsidRPr="003F35FD" w:rsidRDefault="00ED368C" w:rsidP="00B16A2E">
            <w:pPr>
              <w:jc w:val="both"/>
              <w:rPr>
                <w:b/>
                <w:bCs/>
                <w:lang w:val="uk-UA"/>
              </w:rPr>
            </w:pPr>
            <w:r w:rsidRPr="00737052">
              <w:rPr>
                <w:lang w:val="uk-UA"/>
              </w:rPr>
              <w:t>Робоча зустріч</w:t>
            </w:r>
            <w:r>
              <w:rPr>
                <w:lang w:val="uk-UA"/>
              </w:rPr>
              <w:t xml:space="preserve"> з членами громадської ради </w:t>
            </w:r>
          </w:p>
        </w:tc>
        <w:tc>
          <w:tcPr>
            <w:tcW w:w="679" w:type="pct"/>
          </w:tcPr>
          <w:p w:rsidR="00ED368C" w:rsidRPr="00737052" w:rsidRDefault="00ED368C" w:rsidP="00270A53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березень, </w:t>
            </w:r>
          </w:p>
          <w:p w:rsidR="00ED368C" w:rsidRPr="00737052" w:rsidRDefault="00ED368C" w:rsidP="00270A53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червень, </w:t>
            </w:r>
          </w:p>
          <w:p w:rsidR="00ED368C" w:rsidRPr="00737052" w:rsidRDefault="00ED368C" w:rsidP="00270A53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>вересень,</w:t>
            </w:r>
          </w:p>
          <w:p w:rsidR="00ED368C" w:rsidRPr="00554EE7" w:rsidRDefault="00ED368C" w:rsidP="00270A53">
            <w:pPr>
              <w:jc w:val="center"/>
              <w:rPr>
                <w:b/>
                <w:bCs/>
                <w:lang w:val="uk-UA"/>
              </w:rPr>
            </w:pPr>
            <w:r w:rsidRPr="00737052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B16A2E">
            <w:pPr>
              <w:jc w:val="both"/>
              <w:rPr>
                <w:b/>
                <w:bCs/>
                <w:lang w:val="uk-UA"/>
              </w:rPr>
            </w:pPr>
            <w:r w:rsidRPr="003F35FD">
              <w:rPr>
                <w:lang w:val="uk-UA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198" w:type="pct"/>
          </w:tcPr>
          <w:p w:rsidR="00ED368C" w:rsidRDefault="00ED368C" w:rsidP="00B16A2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Департамент</w:t>
            </w:r>
            <w:r w:rsidRPr="003F35FD">
              <w:rPr>
                <w:lang w:val="uk-UA"/>
              </w:rPr>
              <w:t xml:space="preserve"> регіонального розвитку КОДА</w:t>
            </w:r>
          </w:p>
          <w:p w:rsidR="00ED368C" w:rsidRPr="00AD542D" w:rsidRDefault="00ED368C" w:rsidP="00B16A2E">
            <w:pPr>
              <w:jc w:val="both"/>
              <w:rPr>
                <w:b/>
                <w:bCs/>
                <w:lang w:val="uk-UA"/>
              </w:rPr>
            </w:pPr>
            <w:r w:rsidRPr="00AD542D">
              <w:rPr>
                <w:rStyle w:val="Strong"/>
                <w:b w:val="0"/>
                <w:bCs w:val="0"/>
                <w:lang w:val="uk-UA"/>
              </w:rPr>
              <w:t xml:space="preserve">Бондар </w:t>
            </w:r>
            <w:r w:rsidRPr="00AD542D">
              <w:rPr>
                <w:rStyle w:val="Strong"/>
                <w:b w:val="0"/>
                <w:bCs w:val="0"/>
              </w:rPr>
              <w:t>Алла Володимирівна</w:t>
            </w:r>
            <w:r w:rsidRPr="00AD542D">
              <w:rPr>
                <w:rStyle w:val="Strong"/>
                <w:b w:val="0"/>
                <w:bCs w:val="0"/>
                <w:lang w:val="uk-UA"/>
              </w:rPr>
              <w:t xml:space="preserve"> - директор департаменту</w:t>
            </w:r>
          </w:p>
          <w:p w:rsidR="00ED368C" w:rsidRDefault="00ED368C" w:rsidP="00EB563B">
            <w:pPr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3F35FD">
              <w:rPr>
                <w:lang w:val="uk-UA"/>
              </w:rPr>
              <w:t>206-74-27</w:t>
            </w:r>
            <w:r>
              <w:rPr>
                <w:lang w:val="uk-UA"/>
              </w:rPr>
              <w:t xml:space="preserve">, </w:t>
            </w:r>
          </w:p>
          <w:p w:rsidR="00ED368C" w:rsidRPr="003F35FD" w:rsidRDefault="00ED368C" w:rsidP="00EB563B">
            <w:pPr>
              <w:rPr>
                <w:lang w:val="uk-UA"/>
              </w:rPr>
            </w:pPr>
            <w:r w:rsidRPr="003F35FD">
              <w:rPr>
                <w:lang w:val="uk-UA"/>
              </w:rPr>
              <w:t>206-74-94</w:t>
            </w:r>
          </w:p>
          <w:p w:rsidR="00ED368C" w:rsidRPr="003F35FD" w:rsidRDefault="00ED368C" w:rsidP="00EB563B">
            <w:pPr>
              <w:rPr>
                <w:lang w:val="uk-UA"/>
              </w:rPr>
            </w:pPr>
            <w:r w:rsidRPr="003F35FD">
              <w:rPr>
                <w:b/>
                <w:bCs/>
                <w:lang w:val="uk-UA"/>
              </w:rPr>
              <w:t>e-mail</w:t>
            </w:r>
            <w:r>
              <w:rPr>
                <w:b/>
                <w:bCs/>
                <w:lang w:val="uk-UA"/>
              </w:rPr>
              <w:t>:</w:t>
            </w:r>
            <w:r w:rsidRPr="003F35FD">
              <w:rPr>
                <w:b/>
                <w:bCs/>
                <w:color w:val="646464"/>
                <w:shd w:val="clear" w:color="auto" w:fill="FFFFFF"/>
                <w:lang w:val="uk-UA"/>
              </w:rPr>
              <w:t xml:space="preserve"> </w:t>
            </w:r>
            <w:hyperlink r:id="rId9" w:history="1">
              <w:r w:rsidRPr="003F35FD">
                <w:rPr>
                  <w:rStyle w:val="Hyperlink"/>
                  <w:shd w:val="clear" w:color="auto" w:fill="FFFFFF"/>
                  <w:lang w:val="uk-UA"/>
                </w:rPr>
                <w:t>gukb@ukr.net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B16A2E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Створення просторової прив’язки шляхом визначення просторових координат автомобільних доріг загального користування місцевого значення.</w:t>
            </w:r>
          </w:p>
          <w:p w:rsidR="00ED368C" w:rsidRPr="003F35FD" w:rsidRDefault="00ED368C" w:rsidP="00B16A2E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Створення електронних паспортів автомобільних доріг загального користування місц</w:t>
            </w:r>
            <w:r>
              <w:rPr>
                <w:lang w:val="uk-UA"/>
              </w:rPr>
              <w:t>евого значення та мостів на них</w:t>
            </w:r>
          </w:p>
        </w:tc>
        <w:tc>
          <w:tcPr>
            <w:tcW w:w="862" w:type="pct"/>
          </w:tcPr>
          <w:p w:rsidR="00ED368C" w:rsidRPr="00554EE7" w:rsidRDefault="00ED368C" w:rsidP="00B16A2E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К</w:t>
            </w:r>
            <w:r w:rsidRPr="003F35FD">
              <w:rPr>
                <w:lang w:val="uk-UA"/>
              </w:rPr>
              <w:t>онсультації з громадськістю</w:t>
            </w:r>
          </w:p>
        </w:tc>
        <w:tc>
          <w:tcPr>
            <w:tcW w:w="679" w:type="pct"/>
          </w:tcPr>
          <w:p w:rsidR="00ED368C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березень,</w:t>
            </w:r>
          </w:p>
          <w:p w:rsidR="00ED368C" w:rsidRPr="003F35FD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1058" w:type="pct"/>
          </w:tcPr>
          <w:p w:rsidR="00ED368C" w:rsidRPr="003F35FD" w:rsidRDefault="00ED368C" w:rsidP="00B16A2E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 xml:space="preserve">Представники департаменту регіонального розвитку КОДА, </w:t>
            </w:r>
          </w:p>
          <w:p w:rsidR="00ED368C" w:rsidRPr="003F35FD" w:rsidRDefault="00ED368C" w:rsidP="00B16A2E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 xml:space="preserve">ДП «ДерждорНДІ», Державне агентство автомобільних доріг України (Укравтодор) </w:t>
            </w:r>
          </w:p>
        </w:tc>
        <w:tc>
          <w:tcPr>
            <w:tcW w:w="1198" w:type="pct"/>
          </w:tcPr>
          <w:p w:rsidR="00ED368C" w:rsidRDefault="00ED368C" w:rsidP="00B16A2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Департамент</w:t>
            </w:r>
            <w:r w:rsidRPr="003F35FD">
              <w:rPr>
                <w:lang w:val="uk-UA"/>
              </w:rPr>
              <w:t xml:space="preserve"> регіонального розвитку КОДА</w:t>
            </w:r>
          </w:p>
          <w:p w:rsidR="00ED368C" w:rsidRPr="00AD542D" w:rsidRDefault="00ED368C" w:rsidP="00AD542D">
            <w:pPr>
              <w:jc w:val="both"/>
              <w:rPr>
                <w:b/>
                <w:bCs/>
                <w:lang w:val="uk-UA"/>
              </w:rPr>
            </w:pPr>
            <w:r w:rsidRPr="00AD542D">
              <w:rPr>
                <w:rStyle w:val="Strong"/>
                <w:b w:val="0"/>
                <w:bCs w:val="0"/>
                <w:lang w:val="uk-UA"/>
              </w:rPr>
              <w:t xml:space="preserve">Бондар </w:t>
            </w:r>
            <w:r w:rsidRPr="00AD542D">
              <w:rPr>
                <w:rStyle w:val="Strong"/>
                <w:b w:val="0"/>
                <w:bCs w:val="0"/>
              </w:rPr>
              <w:t>Алла Володимирівна</w:t>
            </w:r>
            <w:r w:rsidRPr="00AD542D">
              <w:rPr>
                <w:rStyle w:val="Strong"/>
                <w:b w:val="0"/>
                <w:bCs w:val="0"/>
                <w:lang w:val="uk-UA"/>
              </w:rPr>
              <w:t xml:space="preserve"> - директор департаменту</w:t>
            </w:r>
          </w:p>
          <w:p w:rsidR="00ED368C" w:rsidRPr="003F35FD" w:rsidRDefault="00ED368C" w:rsidP="00B16A2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3F35FD">
              <w:rPr>
                <w:lang w:val="uk-UA"/>
              </w:rPr>
              <w:t>206-74-27</w:t>
            </w:r>
            <w:r>
              <w:rPr>
                <w:lang w:val="uk-UA"/>
              </w:rPr>
              <w:t>,</w:t>
            </w:r>
          </w:p>
          <w:p w:rsidR="00ED368C" w:rsidRPr="003F35FD" w:rsidRDefault="00ED368C" w:rsidP="00B16A2E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206-74-94</w:t>
            </w:r>
          </w:p>
          <w:p w:rsidR="00ED368C" w:rsidRPr="003F35FD" w:rsidRDefault="00ED368C" w:rsidP="00B16A2E">
            <w:pPr>
              <w:jc w:val="both"/>
              <w:rPr>
                <w:lang w:val="uk-UA"/>
              </w:rPr>
            </w:pPr>
            <w:r w:rsidRPr="003F35FD">
              <w:rPr>
                <w:b/>
                <w:bCs/>
                <w:lang w:val="uk-UA"/>
              </w:rPr>
              <w:t>e-mail</w:t>
            </w:r>
            <w:r>
              <w:rPr>
                <w:b/>
                <w:bCs/>
                <w:lang w:val="uk-UA"/>
              </w:rPr>
              <w:t>:</w:t>
            </w:r>
            <w:r w:rsidRPr="003F35FD">
              <w:rPr>
                <w:b/>
                <w:bCs/>
                <w:color w:val="646464"/>
                <w:shd w:val="clear" w:color="auto" w:fill="FFFFFF"/>
                <w:lang w:val="uk-UA"/>
              </w:rPr>
              <w:t xml:space="preserve"> </w:t>
            </w:r>
            <w:hyperlink r:id="rId10" w:history="1">
              <w:r w:rsidRPr="003F35FD">
                <w:rPr>
                  <w:rStyle w:val="Hyperlink"/>
                  <w:shd w:val="clear" w:color="auto" w:fill="FFFFFF"/>
                  <w:lang w:val="uk-UA"/>
                </w:rPr>
                <w:t>gukb@ukr.net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Влаштування місць здійснення габаритно-вагового контролю на автомобільних дорогах загального користування місцевого значення</w:t>
            </w:r>
          </w:p>
        </w:tc>
        <w:tc>
          <w:tcPr>
            <w:tcW w:w="862" w:type="pct"/>
          </w:tcPr>
          <w:p w:rsidR="00ED368C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Електронні/публічні</w:t>
            </w:r>
          </w:p>
          <w:p w:rsidR="00ED368C" w:rsidRPr="00554EE7" w:rsidRDefault="00ED368C" w:rsidP="00E24382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к</w:t>
            </w:r>
            <w:r w:rsidRPr="003F35FD">
              <w:rPr>
                <w:lang w:val="uk-UA"/>
              </w:rPr>
              <w:t>онсультації з громадськістю</w:t>
            </w:r>
          </w:p>
        </w:tc>
        <w:tc>
          <w:tcPr>
            <w:tcW w:w="679" w:type="pct"/>
          </w:tcPr>
          <w:p w:rsidR="00ED368C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  <w:p w:rsidR="00ED368C" w:rsidRPr="003F35FD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1058" w:type="pct"/>
          </w:tcPr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 xml:space="preserve">Представники департаменту регіонального розвитку КОДА, органи місцевого самоврядування </w:t>
            </w:r>
          </w:p>
        </w:tc>
        <w:tc>
          <w:tcPr>
            <w:tcW w:w="1198" w:type="pct"/>
          </w:tcPr>
          <w:p w:rsidR="00ED368C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3F35FD">
              <w:rPr>
                <w:lang w:val="uk-UA"/>
              </w:rPr>
              <w:t xml:space="preserve">епартаменту регіонального розвитку КОДА </w:t>
            </w:r>
          </w:p>
          <w:p w:rsidR="00ED368C" w:rsidRPr="00AD542D" w:rsidRDefault="00ED368C" w:rsidP="00AD542D">
            <w:pPr>
              <w:jc w:val="both"/>
              <w:rPr>
                <w:b/>
                <w:bCs/>
                <w:lang w:val="uk-UA"/>
              </w:rPr>
            </w:pPr>
            <w:r w:rsidRPr="00AD542D">
              <w:rPr>
                <w:rStyle w:val="Strong"/>
                <w:b w:val="0"/>
                <w:bCs w:val="0"/>
                <w:lang w:val="uk-UA"/>
              </w:rPr>
              <w:t xml:space="preserve">Бондар </w:t>
            </w:r>
            <w:r w:rsidRPr="00AD542D">
              <w:rPr>
                <w:rStyle w:val="Strong"/>
                <w:b w:val="0"/>
                <w:bCs w:val="0"/>
              </w:rPr>
              <w:t>Алла Володимирівна</w:t>
            </w:r>
            <w:r w:rsidRPr="00AD542D">
              <w:rPr>
                <w:rStyle w:val="Strong"/>
                <w:b w:val="0"/>
                <w:bCs w:val="0"/>
                <w:lang w:val="uk-UA"/>
              </w:rPr>
              <w:t xml:space="preserve"> - директор департаменту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3F35FD">
              <w:rPr>
                <w:lang w:val="uk-UA"/>
              </w:rPr>
              <w:t>206-74-27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b/>
                <w:bCs/>
                <w:lang w:val="uk-UA"/>
              </w:rPr>
              <w:t>e-mail</w:t>
            </w:r>
            <w:r>
              <w:rPr>
                <w:b/>
                <w:bCs/>
                <w:lang w:val="uk-UA"/>
              </w:rPr>
              <w:t>:</w:t>
            </w:r>
            <w:r w:rsidRPr="003F35FD">
              <w:rPr>
                <w:b/>
                <w:bCs/>
                <w:color w:val="646464"/>
                <w:shd w:val="clear" w:color="auto" w:fill="FFFFFF"/>
                <w:lang w:val="uk-UA"/>
              </w:rPr>
              <w:t xml:space="preserve"> </w:t>
            </w:r>
            <w:hyperlink r:id="rId11" w:history="1">
              <w:r w:rsidRPr="003F35FD">
                <w:rPr>
                  <w:rStyle w:val="Hyperlink"/>
                  <w:shd w:val="clear" w:color="auto" w:fill="FFFFFF"/>
                  <w:lang w:val="uk-UA"/>
                </w:rPr>
                <w:t>gukb@ukr.net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lang w:val="uk-UA" w:eastAsia="uk-UA"/>
              </w:rPr>
              <w:t>Про внесення змін до Програми будівництва, реконструкції та ремонту об’єктів інфраструктури Київської області</w:t>
            </w:r>
          </w:p>
        </w:tc>
        <w:tc>
          <w:tcPr>
            <w:tcW w:w="862" w:type="pct"/>
          </w:tcPr>
          <w:p w:rsidR="00ED368C" w:rsidRPr="00554EE7" w:rsidRDefault="00ED368C" w:rsidP="00E24382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К</w:t>
            </w:r>
            <w:r w:rsidRPr="003F35FD">
              <w:rPr>
                <w:lang w:val="uk-UA"/>
              </w:rPr>
              <w:t>онсультації з громадськістю</w:t>
            </w:r>
          </w:p>
        </w:tc>
        <w:tc>
          <w:tcPr>
            <w:tcW w:w="679" w:type="pct"/>
          </w:tcPr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березень,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червень,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>вересень,</w:t>
            </w:r>
          </w:p>
          <w:p w:rsidR="00ED368C" w:rsidRPr="00554EE7" w:rsidRDefault="00ED368C" w:rsidP="005814A7">
            <w:pPr>
              <w:jc w:val="center"/>
              <w:rPr>
                <w:b/>
                <w:bCs/>
                <w:lang w:val="uk-UA"/>
              </w:rPr>
            </w:pPr>
            <w:r w:rsidRPr="00737052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198" w:type="pct"/>
          </w:tcPr>
          <w:p w:rsidR="00ED368C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3F35FD">
              <w:rPr>
                <w:lang w:val="uk-UA"/>
              </w:rPr>
              <w:t>епартаменту регіонального розвитку КОДА</w:t>
            </w:r>
          </w:p>
          <w:p w:rsidR="00ED368C" w:rsidRPr="00AD542D" w:rsidRDefault="00ED368C" w:rsidP="00AD542D">
            <w:pPr>
              <w:jc w:val="both"/>
              <w:rPr>
                <w:b/>
                <w:bCs/>
                <w:lang w:val="uk-UA"/>
              </w:rPr>
            </w:pPr>
            <w:r w:rsidRPr="00AD542D">
              <w:rPr>
                <w:rStyle w:val="Strong"/>
                <w:b w:val="0"/>
                <w:bCs w:val="0"/>
                <w:lang w:val="uk-UA"/>
              </w:rPr>
              <w:t xml:space="preserve">Бондар </w:t>
            </w:r>
            <w:r w:rsidRPr="00AD542D">
              <w:rPr>
                <w:rStyle w:val="Strong"/>
                <w:b w:val="0"/>
                <w:bCs w:val="0"/>
              </w:rPr>
              <w:t>Алла Володимирівна</w:t>
            </w:r>
            <w:r w:rsidRPr="00AD542D">
              <w:rPr>
                <w:rStyle w:val="Strong"/>
                <w:b w:val="0"/>
                <w:bCs w:val="0"/>
                <w:lang w:val="uk-UA"/>
              </w:rPr>
              <w:t xml:space="preserve"> - директор департаменту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3F35FD">
              <w:rPr>
                <w:lang w:val="uk-UA"/>
              </w:rPr>
              <w:t>206-74-94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b/>
                <w:bCs/>
                <w:lang w:val="uk-UA"/>
              </w:rPr>
              <w:t>e-mail</w:t>
            </w:r>
            <w:r>
              <w:rPr>
                <w:b/>
                <w:bCs/>
                <w:lang w:val="uk-UA"/>
              </w:rPr>
              <w:t>:</w:t>
            </w:r>
            <w:r w:rsidRPr="003F35FD">
              <w:rPr>
                <w:b/>
                <w:bCs/>
                <w:color w:val="646464"/>
                <w:shd w:val="clear" w:color="auto" w:fill="FFFFFF"/>
                <w:lang w:val="uk-UA"/>
              </w:rPr>
              <w:t xml:space="preserve"> </w:t>
            </w:r>
            <w:hyperlink r:id="rId12" w:history="1">
              <w:r w:rsidRPr="003F35FD">
                <w:rPr>
                  <w:rStyle w:val="Hyperlink"/>
                  <w:shd w:val="clear" w:color="auto" w:fill="FFFFFF"/>
                  <w:lang w:val="uk-UA"/>
                </w:rPr>
                <w:t>gukb@ukr.net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color w:val="000000"/>
                <w:shd w:val="clear" w:color="auto" w:fill="FFFFFF"/>
                <w:lang w:val="uk-UA"/>
              </w:rPr>
              <w:t>Про внесення змін до Київської обласної Програми індивідуального житлового будівництва на селі «Власний дім»</w:t>
            </w:r>
          </w:p>
        </w:tc>
        <w:tc>
          <w:tcPr>
            <w:tcW w:w="862" w:type="pct"/>
          </w:tcPr>
          <w:p w:rsidR="00ED368C" w:rsidRPr="00554EE7" w:rsidRDefault="00ED368C" w:rsidP="00E24382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К</w:t>
            </w:r>
            <w:r w:rsidRPr="003F35FD">
              <w:rPr>
                <w:lang w:val="uk-UA"/>
              </w:rPr>
              <w:t>онсультації з громадськістю</w:t>
            </w:r>
          </w:p>
        </w:tc>
        <w:tc>
          <w:tcPr>
            <w:tcW w:w="679" w:type="pct"/>
          </w:tcPr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березень,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червень,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>вересень,</w:t>
            </w:r>
          </w:p>
          <w:p w:rsidR="00ED368C" w:rsidRPr="00554EE7" w:rsidRDefault="00ED368C" w:rsidP="005814A7">
            <w:pPr>
              <w:jc w:val="center"/>
              <w:rPr>
                <w:b/>
                <w:bCs/>
                <w:lang w:val="uk-UA"/>
              </w:rPr>
            </w:pPr>
            <w:r w:rsidRPr="00737052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198" w:type="pct"/>
          </w:tcPr>
          <w:p w:rsidR="00ED368C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Департамент</w:t>
            </w:r>
            <w:r w:rsidRPr="003F35FD">
              <w:rPr>
                <w:lang w:val="uk-UA"/>
              </w:rPr>
              <w:t xml:space="preserve"> регіонального розвитку КОДА</w:t>
            </w:r>
          </w:p>
          <w:p w:rsidR="00ED368C" w:rsidRPr="00AD542D" w:rsidRDefault="00ED368C" w:rsidP="00AD542D">
            <w:pPr>
              <w:jc w:val="both"/>
              <w:rPr>
                <w:b/>
                <w:bCs/>
                <w:lang w:val="uk-UA"/>
              </w:rPr>
            </w:pPr>
            <w:r w:rsidRPr="00AD542D">
              <w:rPr>
                <w:rStyle w:val="Strong"/>
                <w:b w:val="0"/>
                <w:bCs w:val="0"/>
                <w:lang w:val="uk-UA"/>
              </w:rPr>
              <w:t xml:space="preserve">Бондар </w:t>
            </w:r>
            <w:r w:rsidRPr="00AD542D">
              <w:rPr>
                <w:rStyle w:val="Strong"/>
                <w:b w:val="0"/>
                <w:bCs w:val="0"/>
              </w:rPr>
              <w:t>Алла Володимирівна</w:t>
            </w:r>
            <w:r w:rsidRPr="00AD542D">
              <w:rPr>
                <w:rStyle w:val="Strong"/>
                <w:b w:val="0"/>
                <w:bCs w:val="0"/>
                <w:lang w:val="uk-UA"/>
              </w:rPr>
              <w:t xml:space="preserve"> - директор департаменту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3F35FD">
              <w:rPr>
                <w:lang w:val="uk-UA"/>
              </w:rPr>
              <w:t>206-74-94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b/>
                <w:bCs/>
                <w:lang w:val="uk-UA"/>
              </w:rPr>
              <w:t>e-mail</w:t>
            </w:r>
            <w:r>
              <w:rPr>
                <w:b/>
                <w:bCs/>
                <w:lang w:val="uk-UA"/>
              </w:rPr>
              <w:t>:</w:t>
            </w:r>
            <w:r w:rsidRPr="003F35FD">
              <w:rPr>
                <w:b/>
                <w:bCs/>
                <w:color w:val="646464"/>
                <w:shd w:val="clear" w:color="auto" w:fill="FFFFFF"/>
                <w:lang w:val="uk-UA"/>
              </w:rPr>
              <w:t xml:space="preserve"> </w:t>
            </w:r>
            <w:hyperlink r:id="rId13" w:history="1">
              <w:r w:rsidRPr="003F35FD">
                <w:rPr>
                  <w:rStyle w:val="Hyperlink"/>
                  <w:shd w:val="clear" w:color="auto" w:fill="FFFFFF"/>
                  <w:lang w:val="uk-UA"/>
                </w:rPr>
                <w:t>gukb@ukr.net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E24382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3F35FD">
              <w:rPr>
                <w:color w:val="000000"/>
                <w:shd w:val="clear" w:color="auto" w:fill="FFFFFF"/>
                <w:lang w:val="uk-UA"/>
              </w:rPr>
              <w:t xml:space="preserve">Про внесення змін до </w:t>
            </w:r>
            <w:r w:rsidRPr="003F35FD">
              <w:rPr>
                <w:lang w:val="uk-UA"/>
              </w:rPr>
              <w:t>Програми будівництва (придбання) доступного житла в Київській області</w:t>
            </w:r>
          </w:p>
        </w:tc>
        <w:tc>
          <w:tcPr>
            <w:tcW w:w="862" w:type="pct"/>
          </w:tcPr>
          <w:p w:rsidR="00ED368C" w:rsidRDefault="00ED368C" w:rsidP="005814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Електронні/публічні</w:t>
            </w:r>
          </w:p>
          <w:p w:rsidR="00ED368C" w:rsidRPr="00554EE7" w:rsidRDefault="00ED368C" w:rsidP="005814A7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к</w:t>
            </w:r>
            <w:r w:rsidRPr="003F35FD">
              <w:rPr>
                <w:lang w:val="uk-UA"/>
              </w:rPr>
              <w:t>онсультації з громадськістю</w:t>
            </w:r>
          </w:p>
        </w:tc>
        <w:tc>
          <w:tcPr>
            <w:tcW w:w="679" w:type="pct"/>
          </w:tcPr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березень,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червень,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>вересень,</w:t>
            </w:r>
          </w:p>
          <w:p w:rsidR="00ED368C" w:rsidRPr="00554EE7" w:rsidRDefault="00ED368C" w:rsidP="005814A7">
            <w:pPr>
              <w:jc w:val="center"/>
              <w:rPr>
                <w:b/>
                <w:bCs/>
                <w:lang w:val="uk-UA"/>
              </w:rPr>
            </w:pPr>
            <w:r w:rsidRPr="00737052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198" w:type="pct"/>
          </w:tcPr>
          <w:p w:rsidR="00ED368C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Департамент</w:t>
            </w:r>
            <w:r w:rsidRPr="003F35FD">
              <w:rPr>
                <w:lang w:val="uk-UA"/>
              </w:rPr>
              <w:t xml:space="preserve"> регіонального розвитку КОДА</w:t>
            </w:r>
          </w:p>
          <w:p w:rsidR="00ED368C" w:rsidRPr="00AD542D" w:rsidRDefault="00ED368C" w:rsidP="00AD542D">
            <w:pPr>
              <w:jc w:val="both"/>
              <w:rPr>
                <w:b/>
                <w:bCs/>
                <w:lang w:val="uk-UA"/>
              </w:rPr>
            </w:pPr>
            <w:r w:rsidRPr="00AD542D">
              <w:rPr>
                <w:rStyle w:val="Strong"/>
                <w:b w:val="0"/>
                <w:bCs w:val="0"/>
                <w:lang w:val="uk-UA"/>
              </w:rPr>
              <w:t xml:space="preserve">Бондар </w:t>
            </w:r>
            <w:r w:rsidRPr="00AD542D">
              <w:rPr>
                <w:rStyle w:val="Strong"/>
                <w:b w:val="0"/>
                <w:bCs w:val="0"/>
              </w:rPr>
              <w:t>Алла Володимирівна</w:t>
            </w:r>
            <w:r w:rsidRPr="00AD542D">
              <w:rPr>
                <w:rStyle w:val="Strong"/>
                <w:b w:val="0"/>
                <w:bCs w:val="0"/>
                <w:lang w:val="uk-UA"/>
              </w:rPr>
              <w:t xml:space="preserve"> - директор департаменту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3F35FD">
              <w:rPr>
                <w:lang w:val="uk-UA"/>
              </w:rPr>
              <w:t>206-74-94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b/>
                <w:bCs/>
                <w:lang w:val="uk-UA"/>
              </w:rPr>
              <w:t>e-mail</w:t>
            </w:r>
            <w:r>
              <w:rPr>
                <w:b/>
                <w:bCs/>
                <w:lang w:val="uk-UA"/>
              </w:rPr>
              <w:t>:</w:t>
            </w:r>
            <w:r w:rsidRPr="003F35FD">
              <w:rPr>
                <w:b/>
                <w:bCs/>
                <w:color w:val="646464"/>
                <w:shd w:val="clear" w:color="auto" w:fill="FFFFFF"/>
                <w:lang w:val="uk-UA"/>
              </w:rPr>
              <w:t xml:space="preserve"> </w:t>
            </w:r>
            <w:hyperlink r:id="rId14" w:history="1">
              <w:r w:rsidRPr="003F35FD">
                <w:rPr>
                  <w:rStyle w:val="Hyperlink"/>
                  <w:shd w:val="clear" w:color="auto" w:fill="FFFFFF"/>
                  <w:lang w:val="uk-UA"/>
                </w:rPr>
                <w:t>gukb@ukr.net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color w:val="000000"/>
                <w:shd w:val="clear" w:color="auto" w:fill="FFFFFF"/>
                <w:lang w:val="uk-UA"/>
              </w:rPr>
              <w:t>Про реалізацію заходів в межах бюджетної програми «Державний фонд регіонального розвитку»</w:t>
            </w:r>
          </w:p>
        </w:tc>
        <w:tc>
          <w:tcPr>
            <w:tcW w:w="862" w:type="pct"/>
          </w:tcPr>
          <w:p w:rsidR="00ED368C" w:rsidRPr="005814A7" w:rsidRDefault="00ED368C" w:rsidP="00E24382">
            <w:pPr>
              <w:jc w:val="both"/>
              <w:rPr>
                <w:lang w:val="uk-UA"/>
              </w:rPr>
            </w:pPr>
            <w:r w:rsidRPr="005814A7">
              <w:rPr>
                <w:lang w:val="uk-UA"/>
              </w:rPr>
              <w:t>Робоча зустріч з громадськістю</w:t>
            </w:r>
          </w:p>
        </w:tc>
        <w:tc>
          <w:tcPr>
            <w:tcW w:w="679" w:type="pct"/>
          </w:tcPr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березень,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червень,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>вересень,</w:t>
            </w:r>
          </w:p>
          <w:p w:rsidR="00ED368C" w:rsidRPr="00554EE7" w:rsidRDefault="00ED368C" w:rsidP="005814A7">
            <w:pPr>
              <w:jc w:val="center"/>
              <w:rPr>
                <w:b/>
                <w:bCs/>
                <w:lang w:val="uk-UA"/>
              </w:rPr>
            </w:pPr>
            <w:r w:rsidRPr="00737052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198" w:type="pct"/>
          </w:tcPr>
          <w:p w:rsidR="00ED368C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3F35FD">
              <w:rPr>
                <w:lang w:val="uk-UA"/>
              </w:rPr>
              <w:t>епартамент регіонального розвитку КОДА</w:t>
            </w:r>
          </w:p>
          <w:p w:rsidR="00ED368C" w:rsidRPr="00AD542D" w:rsidRDefault="00ED368C" w:rsidP="00AD542D">
            <w:pPr>
              <w:jc w:val="both"/>
              <w:rPr>
                <w:b/>
                <w:bCs/>
                <w:lang w:val="uk-UA"/>
              </w:rPr>
            </w:pPr>
            <w:r w:rsidRPr="00AD542D">
              <w:rPr>
                <w:rStyle w:val="Strong"/>
                <w:b w:val="0"/>
                <w:bCs w:val="0"/>
                <w:lang w:val="uk-UA"/>
              </w:rPr>
              <w:t xml:space="preserve">Бондар </w:t>
            </w:r>
            <w:r w:rsidRPr="00AD542D">
              <w:rPr>
                <w:rStyle w:val="Strong"/>
                <w:b w:val="0"/>
                <w:bCs w:val="0"/>
              </w:rPr>
              <w:t>Алла Володимирівна</w:t>
            </w:r>
            <w:r w:rsidRPr="00AD542D">
              <w:rPr>
                <w:rStyle w:val="Strong"/>
                <w:b w:val="0"/>
                <w:bCs w:val="0"/>
                <w:lang w:val="uk-UA"/>
              </w:rPr>
              <w:t xml:space="preserve"> - директор департаменту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3F35FD">
              <w:rPr>
                <w:lang w:val="uk-UA"/>
              </w:rPr>
              <w:t>206-74-94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b/>
                <w:bCs/>
                <w:lang w:val="uk-UA"/>
              </w:rPr>
              <w:t>e-mail</w:t>
            </w:r>
            <w:r>
              <w:rPr>
                <w:b/>
                <w:bCs/>
                <w:lang w:val="uk-UA"/>
              </w:rPr>
              <w:t>:</w:t>
            </w:r>
            <w:r w:rsidRPr="003F35FD">
              <w:rPr>
                <w:b/>
                <w:bCs/>
                <w:color w:val="646464"/>
                <w:shd w:val="clear" w:color="auto" w:fill="FFFFFF"/>
                <w:lang w:val="uk-UA"/>
              </w:rPr>
              <w:t xml:space="preserve"> </w:t>
            </w:r>
            <w:hyperlink r:id="rId15" w:history="1">
              <w:r w:rsidRPr="003F35FD">
                <w:rPr>
                  <w:rStyle w:val="Hyperlink"/>
                  <w:shd w:val="clear" w:color="auto" w:fill="FFFFFF"/>
                  <w:lang w:val="uk-UA"/>
                </w:rPr>
                <w:t>gukb@ukr.net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lang w:val="uk-UA" w:eastAsia="uk-UA"/>
              </w:rPr>
              <w:t>Про стан виконання Програми будівництва, реконструкції та ремонту об’єктів інфраструктури Київської області на 2021-2023 роки</w:t>
            </w:r>
          </w:p>
        </w:tc>
        <w:tc>
          <w:tcPr>
            <w:tcW w:w="862" w:type="pct"/>
          </w:tcPr>
          <w:p w:rsidR="00ED368C" w:rsidRPr="00554EE7" w:rsidRDefault="00ED368C" w:rsidP="00E24382">
            <w:pPr>
              <w:jc w:val="both"/>
              <w:rPr>
                <w:b/>
                <w:bCs/>
                <w:lang w:val="uk-UA"/>
              </w:rPr>
            </w:pPr>
            <w:r w:rsidRPr="00737052">
              <w:rPr>
                <w:lang w:val="uk-UA"/>
              </w:rPr>
              <w:t>Публічні консультації з громадськістю</w:t>
            </w:r>
          </w:p>
        </w:tc>
        <w:tc>
          <w:tcPr>
            <w:tcW w:w="679" w:type="pct"/>
          </w:tcPr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березень,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червень,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>вересень,</w:t>
            </w:r>
          </w:p>
          <w:p w:rsidR="00ED368C" w:rsidRPr="00554EE7" w:rsidRDefault="00ED368C" w:rsidP="005814A7">
            <w:pPr>
              <w:jc w:val="center"/>
              <w:rPr>
                <w:b/>
                <w:bCs/>
                <w:lang w:val="uk-UA"/>
              </w:rPr>
            </w:pPr>
            <w:r w:rsidRPr="00737052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198" w:type="pct"/>
          </w:tcPr>
          <w:p w:rsidR="00ED368C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Департамент</w:t>
            </w:r>
            <w:r w:rsidRPr="003F35FD">
              <w:rPr>
                <w:lang w:val="uk-UA"/>
              </w:rPr>
              <w:t xml:space="preserve"> регіонального розвитку КОДА</w:t>
            </w:r>
          </w:p>
          <w:p w:rsidR="00ED368C" w:rsidRPr="00AD542D" w:rsidRDefault="00ED368C" w:rsidP="00AD542D">
            <w:pPr>
              <w:jc w:val="both"/>
              <w:rPr>
                <w:b/>
                <w:bCs/>
                <w:lang w:val="uk-UA"/>
              </w:rPr>
            </w:pPr>
            <w:r w:rsidRPr="00AD542D">
              <w:rPr>
                <w:rStyle w:val="Strong"/>
                <w:b w:val="0"/>
                <w:bCs w:val="0"/>
                <w:lang w:val="uk-UA"/>
              </w:rPr>
              <w:t xml:space="preserve">Бондар </w:t>
            </w:r>
            <w:r w:rsidRPr="00AD542D">
              <w:rPr>
                <w:rStyle w:val="Strong"/>
                <w:b w:val="0"/>
                <w:bCs w:val="0"/>
              </w:rPr>
              <w:t>Алла Володимирівна</w:t>
            </w:r>
            <w:r w:rsidRPr="00AD542D">
              <w:rPr>
                <w:rStyle w:val="Strong"/>
                <w:b w:val="0"/>
                <w:bCs w:val="0"/>
                <w:lang w:val="uk-UA"/>
              </w:rPr>
              <w:t xml:space="preserve"> - директор департаменту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3F35FD">
              <w:rPr>
                <w:lang w:val="uk-UA"/>
              </w:rPr>
              <w:t>206-74-94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b/>
                <w:bCs/>
                <w:lang w:val="uk-UA"/>
              </w:rPr>
              <w:t>e-mail</w:t>
            </w:r>
            <w:r>
              <w:rPr>
                <w:b/>
                <w:bCs/>
                <w:lang w:val="uk-UA"/>
              </w:rPr>
              <w:t>:</w:t>
            </w:r>
            <w:r w:rsidRPr="003F35FD">
              <w:rPr>
                <w:b/>
                <w:bCs/>
                <w:color w:val="646464"/>
                <w:shd w:val="clear" w:color="auto" w:fill="FFFFFF"/>
                <w:lang w:val="uk-UA"/>
              </w:rPr>
              <w:t xml:space="preserve"> </w:t>
            </w:r>
            <w:hyperlink r:id="rId16" w:history="1">
              <w:r w:rsidRPr="003F35FD">
                <w:rPr>
                  <w:rStyle w:val="Hyperlink"/>
                  <w:shd w:val="clear" w:color="auto" w:fill="FFFFFF"/>
                  <w:lang w:val="uk-UA"/>
                </w:rPr>
                <w:t>gukb@ukr.net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Про стан виконання заходів Програми будівництва (придбання) доступного житла в Київській області на 2019-2023 роки</w:t>
            </w:r>
          </w:p>
        </w:tc>
        <w:tc>
          <w:tcPr>
            <w:tcW w:w="862" w:type="pct"/>
          </w:tcPr>
          <w:p w:rsidR="00ED368C" w:rsidRPr="00554EE7" w:rsidRDefault="00ED368C" w:rsidP="00E24382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К</w:t>
            </w:r>
            <w:r w:rsidRPr="00737052">
              <w:rPr>
                <w:lang w:val="uk-UA"/>
              </w:rPr>
              <w:t>онсультації з громадськістю</w:t>
            </w:r>
          </w:p>
        </w:tc>
        <w:tc>
          <w:tcPr>
            <w:tcW w:w="679" w:type="pct"/>
          </w:tcPr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  <w:r w:rsidRPr="00737052">
              <w:rPr>
                <w:lang w:val="uk-UA"/>
              </w:rPr>
              <w:t xml:space="preserve">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липень</w:t>
            </w:r>
            <w:r w:rsidRPr="00737052">
              <w:rPr>
                <w:lang w:val="uk-UA"/>
              </w:rPr>
              <w:t xml:space="preserve">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>вересень,</w:t>
            </w:r>
          </w:p>
          <w:p w:rsidR="00ED368C" w:rsidRPr="00554EE7" w:rsidRDefault="00ED368C" w:rsidP="005814A7">
            <w:pPr>
              <w:jc w:val="center"/>
              <w:rPr>
                <w:b/>
                <w:bCs/>
                <w:lang w:val="uk-UA"/>
              </w:rPr>
            </w:pPr>
            <w:r w:rsidRPr="00737052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198" w:type="pct"/>
          </w:tcPr>
          <w:p w:rsidR="00ED368C" w:rsidRDefault="00ED368C" w:rsidP="00AD542D">
            <w:pPr>
              <w:jc w:val="both"/>
              <w:rPr>
                <w:rStyle w:val="Strong"/>
                <w:b w:val="0"/>
                <w:bCs w:val="0"/>
                <w:lang w:val="uk-UA"/>
              </w:rPr>
            </w:pPr>
            <w:r>
              <w:rPr>
                <w:lang w:val="uk-UA"/>
              </w:rPr>
              <w:t>Департамент</w:t>
            </w:r>
            <w:r w:rsidRPr="003F35FD">
              <w:rPr>
                <w:lang w:val="uk-UA"/>
              </w:rPr>
              <w:t xml:space="preserve"> регіонального розвитку КОДА</w:t>
            </w:r>
            <w:r w:rsidRPr="00AD542D">
              <w:rPr>
                <w:rStyle w:val="Strong"/>
                <w:b w:val="0"/>
                <w:bCs w:val="0"/>
                <w:lang w:val="uk-UA"/>
              </w:rPr>
              <w:t xml:space="preserve"> </w:t>
            </w:r>
          </w:p>
          <w:p w:rsidR="00ED368C" w:rsidRPr="00AD542D" w:rsidRDefault="00ED368C" w:rsidP="00AD542D">
            <w:pPr>
              <w:jc w:val="both"/>
              <w:rPr>
                <w:b/>
                <w:bCs/>
                <w:lang w:val="uk-UA"/>
              </w:rPr>
            </w:pPr>
            <w:r w:rsidRPr="00AD542D">
              <w:rPr>
                <w:rStyle w:val="Strong"/>
                <w:b w:val="0"/>
                <w:bCs w:val="0"/>
                <w:lang w:val="uk-UA"/>
              </w:rPr>
              <w:t xml:space="preserve">Бондар </w:t>
            </w:r>
            <w:r w:rsidRPr="00AD542D">
              <w:rPr>
                <w:rStyle w:val="Strong"/>
                <w:b w:val="0"/>
                <w:bCs w:val="0"/>
              </w:rPr>
              <w:t>Алла Володимирівна</w:t>
            </w:r>
            <w:r w:rsidRPr="00AD542D">
              <w:rPr>
                <w:rStyle w:val="Strong"/>
                <w:b w:val="0"/>
                <w:bCs w:val="0"/>
                <w:lang w:val="uk-UA"/>
              </w:rPr>
              <w:t xml:space="preserve"> - директор департаменту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3F35FD">
              <w:rPr>
                <w:lang w:val="uk-UA"/>
              </w:rPr>
              <w:t>206-74-94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 w:rsidRPr="003F35FD">
              <w:rPr>
                <w:b/>
                <w:bCs/>
                <w:lang w:val="uk-UA"/>
              </w:rPr>
              <w:t>e-mail</w:t>
            </w:r>
            <w:r>
              <w:rPr>
                <w:b/>
                <w:bCs/>
                <w:lang w:val="uk-UA"/>
              </w:rPr>
              <w:t>:</w:t>
            </w:r>
            <w:r w:rsidRPr="003F35FD">
              <w:rPr>
                <w:b/>
                <w:bCs/>
                <w:color w:val="646464"/>
                <w:shd w:val="clear" w:color="auto" w:fill="FFFFFF"/>
                <w:lang w:val="uk-UA"/>
              </w:rPr>
              <w:t xml:space="preserve"> </w:t>
            </w:r>
            <w:hyperlink r:id="rId17" w:history="1">
              <w:r w:rsidRPr="003F35FD">
                <w:rPr>
                  <w:rStyle w:val="Hyperlink"/>
                  <w:shd w:val="clear" w:color="auto" w:fill="FFFFFF"/>
                  <w:lang w:val="uk-UA"/>
                </w:rPr>
                <w:t>gukb@ukr.net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E24382">
            <w:pPr>
              <w:jc w:val="both"/>
              <w:rPr>
                <w:b/>
                <w:bCs/>
                <w:lang w:val="uk-UA"/>
              </w:rPr>
            </w:pPr>
            <w:r w:rsidRPr="003F35FD">
              <w:rPr>
                <w:color w:val="000000"/>
                <w:shd w:val="clear" w:color="auto" w:fill="FFFFFF"/>
                <w:lang w:val="uk-UA"/>
              </w:rPr>
              <w:t>Про стан виконання Київської обласної Програми індивідуального житлового будівництва на селі «Власний дім до 2023 року»</w:t>
            </w:r>
          </w:p>
        </w:tc>
        <w:tc>
          <w:tcPr>
            <w:tcW w:w="862" w:type="pct"/>
          </w:tcPr>
          <w:p w:rsidR="00ED368C" w:rsidRPr="00554EE7" w:rsidRDefault="00ED368C" w:rsidP="00E24382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К</w:t>
            </w:r>
            <w:r w:rsidRPr="00737052">
              <w:rPr>
                <w:lang w:val="uk-UA"/>
              </w:rPr>
              <w:t>онсультації з громадськістю</w:t>
            </w:r>
          </w:p>
        </w:tc>
        <w:tc>
          <w:tcPr>
            <w:tcW w:w="679" w:type="pct"/>
          </w:tcPr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  <w:r w:rsidRPr="00737052">
              <w:rPr>
                <w:lang w:val="uk-UA"/>
              </w:rPr>
              <w:t xml:space="preserve">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липень</w:t>
            </w:r>
            <w:r w:rsidRPr="00737052">
              <w:rPr>
                <w:lang w:val="uk-UA"/>
              </w:rPr>
              <w:t xml:space="preserve">, </w:t>
            </w:r>
          </w:p>
          <w:p w:rsidR="00ED368C" w:rsidRPr="00737052" w:rsidRDefault="00ED368C" w:rsidP="005814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  <w:r w:rsidRPr="00737052">
              <w:rPr>
                <w:lang w:val="uk-UA"/>
              </w:rPr>
              <w:t>,</w:t>
            </w:r>
          </w:p>
          <w:p w:rsidR="00ED368C" w:rsidRPr="00554EE7" w:rsidRDefault="00ED368C" w:rsidP="005814A7">
            <w:pPr>
              <w:jc w:val="center"/>
              <w:rPr>
                <w:b/>
                <w:bCs/>
                <w:lang w:val="uk-UA"/>
              </w:rPr>
            </w:pPr>
            <w:r w:rsidRPr="00737052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E24382">
            <w:pPr>
              <w:jc w:val="both"/>
              <w:rPr>
                <w:b/>
                <w:bCs/>
                <w:lang w:val="uk-UA"/>
              </w:rPr>
            </w:pPr>
            <w:r w:rsidRPr="003F35FD">
              <w:rPr>
                <w:lang w:val="uk-UA"/>
              </w:rPr>
              <w:t>Громадська рада при Київській обласній державній адміністрації, представники департаменту регіонального розвитку КОДА</w:t>
            </w:r>
          </w:p>
        </w:tc>
        <w:tc>
          <w:tcPr>
            <w:tcW w:w="1198" w:type="pct"/>
          </w:tcPr>
          <w:p w:rsidR="00ED368C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Департамент</w:t>
            </w:r>
            <w:r w:rsidRPr="003F35FD">
              <w:rPr>
                <w:lang w:val="uk-UA"/>
              </w:rPr>
              <w:t xml:space="preserve"> регіонального розвитку КОДА</w:t>
            </w:r>
          </w:p>
          <w:p w:rsidR="00ED368C" w:rsidRPr="00AD542D" w:rsidRDefault="00ED368C" w:rsidP="00AD542D">
            <w:pPr>
              <w:jc w:val="both"/>
              <w:rPr>
                <w:b/>
                <w:bCs/>
                <w:lang w:val="uk-UA"/>
              </w:rPr>
            </w:pPr>
            <w:r w:rsidRPr="00AD542D">
              <w:rPr>
                <w:rStyle w:val="Strong"/>
                <w:b w:val="0"/>
                <w:bCs w:val="0"/>
                <w:lang w:val="uk-UA"/>
              </w:rPr>
              <w:t xml:space="preserve">Бондар </w:t>
            </w:r>
            <w:r w:rsidRPr="00AD542D">
              <w:rPr>
                <w:rStyle w:val="Strong"/>
                <w:b w:val="0"/>
                <w:bCs w:val="0"/>
              </w:rPr>
              <w:t>Алла Володимирівна</w:t>
            </w:r>
            <w:r w:rsidRPr="00AD542D">
              <w:rPr>
                <w:rStyle w:val="Strong"/>
                <w:b w:val="0"/>
                <w:bCs w:val="0"/>
                <w:lang w:val="uk-UA"/>
              </w:rPr>
              <w:t xml:space="preserve"> - директор департаменту</w:t>
            </w:r>
          </w:p>
          <w:p w:rsidR="00ED368C" w:rsidRPr="003F35FD" w:rsidRDefault="00ED368C" w:rsidP="00E24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тел. </w:t>
            </w:r>
            <w:r w:rsidRPr="003F35FD">
              <w:rPr>
                <w:lang w:val="uk-UA"/>
              </w:rPr>
              <w:t>206-74-94</w:t>
            </w:r>
          </w:p>
          <w:p w:rsidR="00ED368C" w:rsidRPr="003F35FD" w:rsidRDefault="00ED368C" w:rsidP="00E24382">
            <w:pPr>
              <w:jc w:val="both"/>
              <w:rPr>
                <w:b/>
                <w:bCs/>
                <w:lang w:val="uk-UA"/>
              </w:rPr>
            </w:pPr>
            <w:r w:rsidRPr="003F35FD">
              <w:rPr>
                <w:b/>
                <w:bCs/>
                <w:lang w:val="uk-UA"/>
              </w:rPr>
              <w:t>e-mail</w:t>
            </w:r>
            <w:r>
              <w:rPr>
                <w:b/>
                <w:bCs/>
                <w:lang w:val="uk-UA"/>
              </w:rPr>
              <w:t>:</w:t>
            </w:r>
            <w:r w:rsidRPr="003F35FD">
              <w:rPr>
                <w:b/>
                <w:bCs/>
                <w:color w:val="646464"/>
                <w:shd w:val="clear" w:color="auto" w:fill="FFFFFF"/>
                <w:lang w:val="uk-UA"/>
              </w:rPr>
              <w:t xml:space="preserve"> </w:t>
            </w:r>
            <w:hyperlink r:id="rId18" w:history="1">
              <w:r w:rsidRPr="003F35FD">
                <w:rPr>
                  <w:rStyle w:val="Hyperlink"/>
                  <w:shd w:val="clear" w:color="auto" w:fill="FFFFFF"/>
                  <w:lang w:val="uk-UA"/>
                </w:rPr>
                <w:t>gukb@ukr.net</w:t>
              </w:r>
            </w:hyperlink>
          </w:p>
        </w:tc>
      </w:tr>
      <w:tr w:rsidR="00ED368C" w:rsidRPr="003F35FD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3B54F1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Проєкт Київської обласної цільової програми підтримки в Київській області учасників антитерористичної операції, операції Об’єднаних сил та членів їх сімей, членів сімей загиблих  (померлих) учасників антитерористичної операції, операції Об’єднаних сил, а також родин Героїв Небесної Сотні та уч</w:t>
            </w:r>
            <w:r>
              <w:rPr>
                <w:lang w:val="uk-UA"/>
              </w:rPr>
              <w:t>а</w:t>
            </w:r>
            <w:r w:rsidRPr="003F35FD">
              <w:rPr>
                <w:lang w:val="uk-UA"/>
              </w:rPr>
              <w:t xml:space="preserve">сників Революції Гідності на 2023-2025 роки </w:t>
            </w:r>
          </w:p>
        </w:tc>
        <w:tc>
          <w:tcPr>
            <w:tcW w:w="862" w:type="pct"/>
          </w:tcPr>
          <w:p w:rsidR="00ED368C" w:rsidRPr="00554EE7" w:rsidRDefault="00ED368C" w:rsidP="00E24382">
            <w:pPr>
              <w:rPr>
                <w:b/>
                <w:bCs/>
                <w:lang w:val="uk-UA"/>
              </w:rPr>
            </w:pPr>
            <w:r>
              <w:rPr>
                <w:lang w:val="uk-UA"/>
              </w:rPr>
              <w:t>К</w:t>
            </w:r>
            <w:r w:rsidRPr="00737052">
              <w:rPr>
                <w:lang w:val="uk-UA"/>
              </w:rPr>
              <w:t>онсультації з громадськістю</w:t>
            </w:r>
            <w:r>
              <w:rPr>
                <w:lang w:val="uk-UA"/>
              </w:rPr>
              <w:t xml:space="preserve"> (електронні/публічні)</w:t>
            </w:r>
          </w:p>
        </w:tc>
        <w:tc>
          <w:tcPr>
            <w:tcW w:w="679" w:type="pct"/>
          </w:tcPr>
          <w:p w:rsidR="00ED368C" w:rsidRPr="003F35FD" w:rsidRDefault="00ED368C" w:rsidP="00270A53">
            <w:pPr>
              <w:jc w:val="center"/>
              <w:rPr>
                <w:lang w:val="uk-UA"/>
              </w:rPr>
            </w:pPr>
            <w:r w:rsidRPr="003F35FD">
              <w:rPr>
                <w:lang w:val="uk-UA"/>
              </w:rPr>
              <w:t xml:space="preserve">Жовтень-листопад </w:t>
            </w:r>
          </w:p>
        </w:tc>
        <w:tc>
          <w:tcPr>
            <w:tcW w:w="1058" w:type="pct"/>
          </w:tcPr>
          <w:p w:rsidR="00ED368C" w:rsidRPr="00554EE7" w:rsidRDefault="00ED368C" w:rsidP="003B54F1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Комунальна установа Київської обласної Ради «Київський обласний центр допомоги учасникам бойових дій, особам з інвалідністю внаслідок війни, які брали участь в антитерористичній операції/операції об'єднаних сил, та їх сім'ям»</w:t>
            </w:r>
            <w:r>
              <w:rPr>
                <w:lang w:val="uk-UA"/>
              </w:rPr>
              <w:t xml:space="preserve">, учасники бойових дій, які брали участь в АТО/ООС, </w:t>
            </w:r>
            <w:r w:rsidRPr="003F35FD">
              <w:rPr>
                <w:lang w:val="uk-UA"/>
              </w:rPr>
              <w:t>родин</w:t>
            </w:r>
            <w:r>
              <w:rPr>
                <w:lang w:val="uk-UA"/>
              </w:rPr>
              <w:t>и</w:t>
            </w:r>
            <w:r w:rsidRPr="003F35FD">
              <w:rPr>
                <w:lang w:val="uk-UA"/>
              </w:rPr>
              <w:t xml:space="preserve"> Героїв Небесної Сотні та уч</w:t>
            </w:r>
            <w:r>
              <w:rPr>
                <w:lang w:val="uk-UA"/>
              </w:rPr>
              <w:t>а</w:t>
            </w:r>
            <w:r w:rsidRPr="003F35FD">
              <w:rPr>
                <w:lang w:val="uk-UA"/>
              </w:rPr>
              <w:t>сників Революції Гідності</w:t>
            </w:r>
          </w:p>
        </w:tc>
        <w:tc>
          <w:tcPr>
            <w:tcW w:w="1198" w:type="pct"/>
          </w:tcPr>
          <w:p w:rsidR="00ED368C" w:rsidRDefault="00ED368C" w:rsidP="00270A53">
            <w:pPr>
              <w:jc w:val="both"/>
              <w:rPr>
                <w:lang w:val="uk-UA"/>
              </w:rPr>
            </w:pPr>
            <w:r w:rsidRPr="003B54F1">
              <w:rPr>
                <w:lang w:val="uk-UA"/>
              </w:rPr>
              <w:t>Д</w:t>
            </w:r>
            <w:r w:rsidRPr="003B54F1">
              <w:t>епартамент соціального захисту населення</w:t>
            </w:r>
            <w:r>
              <w:rPr>
                <w:lang w:val="uk-UA"/>
              </w:rPr>
              <w:t xml:space="preserve"> КОДА</w:t>
            </w:r>
          </w:p>
          <w:p w:rsidR="00ED368C" w:rsidRDefault="00ED368C" w:rsidP="00270A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Мещан Ігор Вікторович - директор департаменту</w:t>
            </w:r>
          </w:p>
          <w:p w:rsidR="00ED368C" w:rsidRPr="003B54F1" w:rsidRDefault="00ED368C" w:rsidP="00270A53">
            <w:pPr>
              <w:jc w:val="both"/>
              <w:rPr>
                <w:lang w:val="uk-UA"/>
              </w:rPr>
            </w:pPr>
            <w:r w:rsidRPr="003B54F1">
              <w:rPr>
                <w:lang w:val="uk-UA"/>
              </w:rPr>
              <w:t>тел. 285-60-47</w:t>
            </w:r>
          </w:p>
          <w:p w:rsidR="00ED368C" w:rsidRPr="003B54F1" w:rsidRDefault="00ED368C" w:rsidP="00270A53">
            <w:pPr>
              <w:jc w:val="both"/>
              <w:rPr>
                <w:lang w:val="uk-UA"/>
              </w:rPr>
            </w:pPr>
            <w:r w:rsidRPr="003B54F1">
              <w:rPr>
                <w:b/>
                <w:bCs/>
                <w:lang w:val="uk-UA"/>
              </w:rPr>
              <w:t>e-mail:</w:t>
            </w:r>
            <w:hyperlink r:id="rId19" w:history="1">
              <w:r w:rsidRPr="003B54F1">
                <w:rPr>
                  <w:rStyle w:val="Hyperlink"/>
                  <w:lang w:val="uk-UA"/>
                </w:rPr>
                <w:t>atouszn_koda@ukr.net</w:t>
              </w:r>
            </w:hyperlink>
          </w:p>
          <w:p w:rsidR="00ED368C" w:rsidRPr="003F35FD" w:rsidRDefault="00ED368C" w:rsidP="00EB563B">
            <w:pPr>
              <w:jc w:val="center"/>
              <w:rPr>
                <w:lang w:val="uk-UA"/>
              </w:rPr>
            </w:pPr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270A53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Проєкт Комплексної програми підтримки та розвитку молоді Київської області на 2022-2025 роки «Молодь Київщини»</w:t>
            </w:r>
          </w:p>
        </w:tc>
        <w:tc>
          <w:tcPr>
            <w:tcW w:w="862" w:type="pct"/>
          </w:tcPr>
          <w:p w:rsidR="00ED368C" w:rsidRPr="003F35FD" w:rsidRDefault="00ED368C" w:rsidP="00270A53">
            <w:pPr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737052">
              <w:rPr>
                <w:lang w:val="uk-UA"/>
              </w:rPr>
              <w:t>онсультації з громадськістю</w:t>
            </w:r>
            <w:r w:rsidRPr="003F35FD">
              <w:rPr>
                <w:lang w:val="uk-UA"/>
              </w:rPr>
              <w:t xml:space="preserve"> </w:t>
            </w:r>
          </w:p>
          <w:p w:rsidR="00ED368C" w:rsidRPr="003F35FD" w:rsidRDefault="00ED368C" w:rsidP="00270A53">
            <w:pPr>
              <w:ind w:left="34"/>
              <w:jc w:val="both"/>
              <w:rPr>
                <w:lang w:val="uk-UA"/>
              </w:rPr>
            </w:pPr>
          </w:p>
        </w:tc>
        <w:tc>
          <w:tcPr>
            <w:tcW w:w="679" w:type="pct"/>
          </w:tcPr>
          <w:p w:rsidR="00ED368C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лютий,</w:t>
            </w:r>
          </w:p>
          <w:p w:rsidR="00ED368C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  <w:p w:rsidR="00ED368C" w:rsidRPr="003F35FD" w:rsidRDefault="00ED368C" w:rsidP="00EC1DCA">
            <w:pPr>
              <w:jc w:val="center"/>
              <w:rPr>
                <w:lang w:val="uk-UA"/>
              </w:rPr>
            </w:pPr>
          </w:p>
        </w:tc>
        <w:tc>
          <w:tcPr>
            <w:tcW w:w="1058" w:type="pct"/>
          </w:tcPr>
          <w:p w:rsidR="00ED368C" w:rsidRPr="003F35FD" w:rsidRDefault="00ED368C" w:rsidP="00270A53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Інститути громадянського суспільства, що працюють у сфері молодіжної політики, Молодіжна рада при Київській обласній державній адміністрації</w:t>
            </w:r>
          </w:p>
        </w:tc>
        <w:tc>
          <w:tcPr>
            <w:tcW w:w="1198" w:type="pct"/>
          </w:tcPr>
          <w:p w:rsidR="00ED368C" w:rsidRDefault="00ED368C" w:rsidP="00270A53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Управління молоді та спорту</w:t>
            </w:r>
            <w:r>
              <w:rPr>
                <w:lang w:val="uk-UA"/>
              </w:rPr>
              <w:t xml:space="preserve"> КОДА</w:t>
            </w:r>
          </w:p>
          <w:p w:rsidR="00ED368C" w:rsidRPr="0059594B" w:rsidRDefault="00ED368C" w:rsidP="00270A53">
            <w:pPr>
              <w:jc w:val="both"/>
              <w:rPr>
                <w:b/>
                <w:bCs/>
                <w:lang w:val="uk-UA"/>
              </w:rPr>
            </w:pPr>
            <w:r w:rsidRPr="0059594B">
              <w:rPr>
                <w:rStyle w:val="Strong"/>
                <w:b w:val="0"/>
                <w:bCs w:val="0"/>
                <w:lang w:val="uk-UA"/>
              </w:rPr>
              <w:t>Тимофєєв Сергій Олександрович - начальник управління</w:t>
            </w:r>
          </w:p>
          <w:p w:rsidR="00ED368C" w:rsidRPr="003F35FD" w:rsidRDefault="00ED368C" w:rsidP="00270A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тел.</w:t>
            </w:r>
            <w:r w:rsidRPr="003F35FD">
              <w:rPr>
                <w:lang w:val="uk-UA"/>
              </w:rPr>
              <w:t xml:space="preserve"> 285-00-15</w:t>
            </w:r>
            <w:r>
              <w:rPr>
                <w:lang w:val="uk-UA"/>
              </w:rPr>
              <w:t>,</w:t>
            </w:r>
          </w:p>
          <w:p w:rsidR="00ED368C" w:rsidRDefault="00ED368C" w:rsidP="00270A53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286-81-80</w:t>
            </w:r>
          </w:p>
          <w:p w:rsidR="00ED368C" w:rsidRPr="003F35FD" w:rsidRDefault="00ED368C" w:rsidP="00270A53">
            <w:pPr>
              <w:jc w:val="both"/>
              <w:rPr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e-mail:</w:t>
            </w:r>
            <w:r w:rsidRPr="003F35FD">
              <w:rPr>
                <w:lang w:val="uk-UA"/>
              </w:rPr>
              <w:t xml:space="preserve"> </w:t>
            </w:r>
            <w:hyperlink r:id="rId20" w:history="1">
              <w:r w:rsidRPr="003F35FD">
                <w:rPr>
                  <w:rStyle w:val="Hyperlink"/>
                  <w:lang w:val="uk-UA"/>
                </w:rPr>
                <w:t>fkskoda@ukr.net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270A53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Проєкт П</w:t>
            </w:r>
            <w:r>
              <w:rPr>
                <w:lang w:val="uk-UA"/>
              </w:rPr>
              <w:t>рограми національно-</w:t>
            </w:r>
            <w:r w:rsidRPr="003F35FD">
              <w:rPr>
                <w:lang w:val="uk-UA"/>
              </w:rPr>
              <w:t>патріотичного виховання в Київській області на 2022-2025</w:t>
            </w:r>
            <w:r>
              <w:rPr>
                <w:lang w:val="uk-UA"/>
              </w:rPr>
              <w:t xml:space="preserve"> роки</w:t>
            </w:r>
          </w:p>
        </w:tc>
        <w:tc>
          <w:tcPr>
            <w:tcW w:w="862" w:type="pct"/>
          </w:tcPr>
          <w:p w:rsidR="00ED368C" w:rsidRPr="003F35FD" w:rsidRDefault="00ED368C" w:rsidP="00270A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737052">
              <w:rPr>
                <w:lang w:val="uk-UA"/>
              </w:rPr>
              <w:t>онсультації з громадськістю</w:t>
            </w:r>
            <w:r w:rsidRPr="003F35FD">
              <w:rPr>
                <w:lang w:val="uk-UA"/>
              </w:rPr>
              <w:t xml:space="preserve"> </w:t>
            </w:r>
          </w:p>
          <w:p w:rsidR="00ED368C" w:rsidRPr="003F35FD" w:rsidRDefault="00ED368C" w:rsidP="00270A53">
            <w:pPr>
              <w:jc w:val="both"/>
              <w:rPr>
                <w:lang w:val="uk-UA"/>
              </w:rPr>
            </w:pPr>
          </w:p>
        </w:tc>
        <w:tc>
          <w:tcPr>
            <w:tcW w:w="679" w:type="pct"/>
          </w:tcPr>
          <w:p w:rsidR="00ED368C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січень,</w:t>
            </w:r>
          </w:p>
          <w:p w:rsidR="00ED368C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травень,</w:t>
            </w:r>
          </w:p>
          <w:p w:rsidR="00ED368C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серпень</w:t>
            </w:r>
          </w:p>
          <w:p w:rsidR="00ED368C" w:rsidRPr="003F35FD" w:rsidRDefault="00ED368C" w:rsidP="00270A53">
            <w:pPr>
              <w:jc w:val="center"/>
              <w:rPr>
                <w:lang w:val="uk-UA"/>
              </w:rPr>
            </w:pPr>
          </w:p>
        </w:tc>
        <w:tc>
          <w:tcPr>
            <w:tcW w:w="1058" w:type="pct"/>
          </w:tcPr>
          <w:p w:rsidR="00ED368C" w:rsidRPr="003F35FD" w:rsidRDefault="00ED368C" w:rsidP="0019562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 xml:space="preserve">Інститути громадянського суспільства, що працюють у сфері національно-патріотичного виховання, Координаційна рада з питань національно-патріотичного виховання при </w:t>
            </w:r>
            <w:r>
              <w:rPr>
                <w:lang w:val="uk-UA"/>
              </w:rPr>
              <w:t>КОДА</w:t>
            </w:r>
            <w:r w:rsidRPr="003F35FD">
              <w:rPr>
                <w:lang w:val="uk-UA"/>
              </w:rPr>
              <w:t xml:space="preserve"> </w:t>
            </w:r>
          </w:p>
        </w:tc>
        <w:tc>
          <w:tcPr>
            <w:tcW w:w="1198" w:type="pct"/>
          </w:tcPr>
          <w:p w:rsidR="00ED368C" w:rsidRDefault="00ED368C" w:rsidP="0059594B">
            <w:pPr>
              <w:jc w:val="both"/>
              <w:rPr>
                <w:rStyle w:val="Strong"/>
                <w:b w:val="0"/>
                <w:bCs w:val="0"/>
                <w:lang w:val="uk-UA"/>
              </w:rPr>
            </w:pPr>
            <w:r w:rsidRPr="003F35FD">
              <w:rPr>
                <w:lang w:val="uk-UA"/>
              </w:rPr>
              <w:t>Управління молоді та спорту</w:t>
            </w:r>
            <w:r>
              <w:rPr>
                <w:lang w:val="uk-UA"/>
              </w:rPr>
              <w:t xml:space="preserve"> КОДА</w:t>
            </w:r>
            <w:r w:rsidRPr="0059594B">
              <w:rPr>
                <w:rStyle w:val="Strong"/>
                <w:b w:val="0"/>
                <w:bCs w:val="0"/>
              </w:rPr>
              <w:t xml:space="preserve"> </w:t>
            </w:r>
          </w:p>
          <w:p w:rsidR="00ED368C" w:rsidRPr="0059594B" w:rsidRDefault="00ED368C" w:rsidP="0059594B">
            <w:pPr>
              <w:jc w:val="both"/>
              <w:rPr>
                <w:b/>
                <w:bCs/>
                <w:lang w:val="uk-UA"/>
              </w:rPr>
            </w:pPr>
            <w:r w:rsidRPr="0059594B">
              <w:rPr>
                <w:rStyle w:val="Strong"/>
                <w:b w:val="0"/>
                <w:bCs w:val="0"/>
              </w:rPr>
              <w:t>Т</w:t>
            </w:r>
            <w:r w:rsidRPr="0059594B">
              <w:rPr>
                <w:rStyle w:val="Strong"/>
                <w:b w:val="0"/>
                <w:bCs w:val="0"/>
                <w:lang w:val="uk-UA"/>
              </w:rPr>
              <w:t>имофєєв</w:t>
            </w:r>
            <w:r w:rsidRPr="0059594B">
              <w:rPr>
                <w:rStyle w:val="Strong"/>
                <w:b w:val="0"/>
                <w:bCs w:val="0"/>
              </w:rPr>
              <w:t xml:space="preserve"> Сергій Олександрович</w:t>
            </w:r>
            <w:r w:rsidRPr="0059594B">
              <w:rPr>
                <w:rStyle w:val="Strong"/>
                <w:b w:val="0"/>
                <w:bCs w:val="0"/>
                <w:lang w:val="uk-UA"/>
              </w:rPr>
              <w:t xml:space="preserve"> - начальник управління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тел. 285-00-15</w:t>
            </w:r>
            <w:r>
              <w:rPr>
                <w:lang w:val="uk-UA"/>
              </w:rPr>
              <w:t>,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286-81-80</w:t>
            </w:r>
          </w:p>
          <w:p w:rsidR="00ED368C" w:rsidRPr="003F35FD" w:rsidRDefault="00ED368C" w:rsidP="00153F78">
            <w:pPr>
              <w:jc w:val="both"/>
              <w:rPr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e-mail:</w:t>
            </w:r>
            <w:r w:rsidRPr="003F35FD">
              <w:rPr>
                <w:lang w:val="uk-UA"/>
              </w:rPr>
              <w:t xml:space="preserve"> </w:t>
            </w:r>
            <w:hyperlink r:id="rId21" w:history="1">
              <w:r w:rsidRPr="003F35FD">
                <w:rPr>
                  <w:rStyle w:val="Hyperlink"/>
                  <w:lang w:val="uk-UA"/>
                </w:rPr>
                <w:t>fkskoda@ukr.net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19562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Розвиток молодіжної інфраструктури області</w:t>
            </w:r>
          </w:p>
        </w:tc>
        <w:tc>
          <w:tcPr>
            <w:tcW w:w="862" w:type="pct"/>
          </w:tcPr>
          <w:p w:rsidR="00ED368C" w:rsidRPr="003F35FD" w:rsidRDefault="00ED368C" w:rsidP="0019562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Круглий стіл</w:t>
            </w:r>
          </w:p>
        </w:tc>
        <w:tc>
          <w:tcPr>
            <w:tcW w:w="679" w:type="pct"/>
          </w:tcPr>
          <w:p w:rsidR="00ED368C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  <w:r w:rsidRPr="003F35FD">
              <w:rPr>
                <w:lang w:val="uk-UA"/>
              </w:rPr>
              <w:t xml:space="preserve"> </w:t>
            </w:r>
          </w:p>
          <w:p w:rsidR="00ED368C" w:rsidRPr="003F35FD" w:rsidRDefault="00ED368C" w:rsidP="00270A53">
            <w:pPr>
              <w:jc w:val="center"/>
              <w:rPr>
                <w:lang w:val="uk-UA"/>
              </w:rPr>
            </w:pPr>
          </w:p>
        </w:tc>
        <w:tc>
          <w:tcPr>
            <w:tcW w:w="1058" w:type="pct"/>
          </w:tcPr>
          <w:p w:rsidR="00ED368C" w:rsidRPr="003F35FD" w:rsidRDefault="00ED368C" w:rsidP="0019562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Представники ОТГ, що реалізовують молодіжну політику, місцевих молодіжних рад, молодіжних центрів</w:t>
            </w:r>
          </w:p>
        </w:tc>
        <w:tc>
          <w:tcPr>
            <w:tcW w:w="1198" w:type="pct"/>
          </w:tcPr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Управління молоді та спорту</w:t>
            </w:r>
            <w:r>
              <w:rPr>
                <w:lang w:val="uk-UA"/>
              </w:rPr>
              <w:t xml:space="preserve"> КОДА</w:t>
            </w:r>
          </w:p>
          <w:p w:rsidR="00ED368C" w:rsidRPr="0059594B" w:rsidRDefault="00ED368C" w:rsidP="0059594B">
            <w:pPr>
              <w:jc w:val="both"/>
              <w:rPr>
                <w:b/>
                <w:bCs/>
                <w:lang w:val="uk-UA"/>
              </w:rPr>
            </w:pPr>
            <w:r w:rsidRPr="0059594B">
              <w:rPr>
                <w:rStyle w:val="Strong"/>
                <w:b w:val="0"/>
                <w:bCs w:val="0"/>
              </w:rPr>
              <w:t>Т</w:t>
            </w:r>
            <w:r w:rsidRPr="0059594B">
              <w:rPr>
                <w:rStyle w:val="Strong"/>
                <w:b w:val="0"/>
                <w:bCs w:val="0"/>
                <w:lang w:val="uk-UA"/>
              </w:rPr>
              <w:t>имофєєв</w:t>
            </w:r>
            <w:r w:rsidRPr="0059594B">
              <w:rPr>
                <w:rStyle w:val="Strong"/>
                <w:b w:val="0"/>
                <w:bCs w:val="0"/>
              </w:rPr>
              <w:t xml:space="preserve"> Сергій Олександрович</w:t>
            </w:r>
            <w:r w:rsidRPr="0059594B">
              <w:rPr>
                <w:rStyle w:val="Strong"/>
                <w:b w:val="0"/>
                <w:bCs w:val="0"/>
                <w:lang w:val="uk-UA"/>
              </w:rPr>
              <w:t xml:space="preserve"> - начальник управління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тел. 285-00-15</w:t>
            </w:r>
            <w:r>
              <w:rPr>
                <w:lang w:val="uk-UA"/>
              </w:rPr>
              <w:t>,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286-81-80</w:t>
            </w:r>
          </w:p>
          <w:p w:rsidR="00ED368C" w:rsidRPr="003F35FD" w:rsidRDefault="00ED368C" w:rsidP="00153F78">
            <w:pPr>
              <w:jc w:val="both"/>
              <w:rPr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e-mail:</w:t>
            </w:r>
            <w:r w:rsidRPr="003F35FD">
              <w:rPr>
                <w:lang w:val="uk-UA"/>
              </w:rPr>
              <w:t xml:space="preserve"> </w:t>
            </w:r>
            <w:hyperlink r:id="rId22" w:history="1">
              <w:r w:rsidRPr="003F35FD">
                <w:rPr>
                  <w:rStyle w:val="Hyperlink"/>
                  <w:lang w:val="uk-UA"/>
                </w:rPr>
                <w:t>fkskoda@ukr.net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19562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Організація роботи Молодіжної ради при КОДА</w:t>
            </w:r>
          </w:p>
        </w:tc>
        <w:tc>
          <w:tcPr>
            <w:tcW w:w="862" w:type="pct"/>
          </w:tcPr>
          <w:p w:rsidR="00ED368C" w:rsidRPr="003F35FD" w:rsidRDefault="00ED368C" w:rsidP="0019562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Засідання Молодіжної ради при Київській обласній державній адміністрації</w:t>
            </w:r>
          </w:p>
        </w:tc>
        <w:tc>
          <w:tcPr>
            <w:tcW w:w="679" w:type="pct"/>
          </w:tcPr>
          <w:p w:rsidR="00ED368C" w:rsidRPr="003F35FD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3F35FD">
              <w:rPr>
                <w:lang w:val="uk-UA"/>
              </w:rPr>
              <w:t>-ІV квартал</w:t>
            </w:r>
          </w:p>
        </w:tc>
        <w:tc>
          <w:tcPr>
            <w:tcW w:w="1058" w:type="pct"/>
          </w:tcPr>
          <w:p w:rsidR="00ED368C" w:rsidRPr="003F35FD" w:rsidRDefault="00ED368C" w:rsidP="0019562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Члени Молодіжної ради при Київській обласній державній адміністрації</w:t>
            </w:r>
          </w:p>
        </w:tc>
        <w:tc>
          <w:tcPr>
            <w:tcW w:w="1198" w:type="pct"/>
          </w:tcPr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Управління молоді та спорту</w:t>
            </w:r>
            <w:r>
              <w:rPr>
                <w:lang w:val="uk-UA"/>
              </w:rPr>
              <w:t xml:space="preserve"> КОДА</w:t>
            </w:r>
          </w:p>
          <w:p w:rsidR="00ED368C" w:rsidRPr="0059594B" w:rsidRDefault="00ED368C" w:rsidP="0059594B">
            <w:pPr>
              <w:jc w:val="both"/>
              <w:rPr>
                <w:b/>
                <w:bCs/>
                <w:lang w:val="uk-UA"/>
              </w:rPr>
            </w:pPr>
            <w:r w:rsidRPr="0059594B">
              <w:rPr>
                <w:rStyle w:val="Strong"/>
                <w:b w:val="0"/>
                <w:bCs w:val="0"/>
              </w:rPr>
              <w:t>Т</w:t>
            </w:r>
            <w:r w:rsidRPr="0059594B">
              <w:rPr>
                <w:rStyle w:val="Strong"/>
                <w:b w:val="0"/>
                <w:bCs w:val="0"/>
                <w:lang w:val="uk-UA"/>
              </w:rPr>
              <w:t>имофєєв</w:t>
            </w:r>
            <w:r w:rsidRPr="0059594B">
              <w:rPr>
                <w:rStyle w:val="Strong"/>
                <w:b w:val="0"/>
                <w:bCs w:val="0"/>
              </w:rPr>
              <w:t xml:space="preserve"> Сергій Олександрович</w:t>
            </w:r>
            <w:r w:rsidRPr="0059594B">
              <w:rPr>
                <w:rStyle w:val="Strong"/>
                <w:b w:val="0"/>
                <w:bCs w:val="0"/>
                <w:lang w:val="uk-UA"/>
              </w:rPr>
              <w:t xml:space="preserve"> - начальник управління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тел. 285-00-15</w:t>
            </w:r>
            <w:r>
              <w:rPr>
                <w:lang w:val="uk-UA"/>
              </w:rPr>
              <w:t>,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286-81-80</w:t>
            </w:r>
          </w:p>
          <w:p w:rsidR="00ED368C" w:rsidRPr="003F35FD" w:rsidRDefault="00ED368C" w:rsidP="00153F78">
            <w:pPr>
              <w:jc w:val="both"/>
              <w:rPr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e-mail:</w:t>
            </w:r>
            <w:r w:rsidRPr="003F35FD">
              <w:rPr>
                <w:lang w:val="uk-UA"/>
              </w:rPr>
              <w:t xml:space="preserve"> </w:t>
            </w:r>
            <w:hyperlink r:id="rId23" w:history="1">
              <w:r w:rsidRPr="003F35FD">
                <w:rPr>
                  <w:rStyle w:val="Hyperlink"/>
                  <w:lang w:val="uk-UA"/>
                </w:rPr>
                <w:t>fkskoda@ukr.net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19562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Організація роботи Координаційної ради з питань національно-патріотичного виховання при КОДА</w:t>
            </w:r>
          </w:p>
        </w:tc>
        <w:tc>
          <w:tcPr>
            <w:tcW w:w="862" w:type="pct"/>
          </w:tcPr>
          <w:p w:rsidR="00ED368C" w:rsidRPr="003F35FD" w:rsidRDefault="00ED368C" w:rsidP="0019562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Засідання Координаційної ради з питань національно-патріотичного виховання при Київській обласній державній адміністрації</w:t>
            </w:r>
          </w:p>
        </w:tc>
        <w:tc>
          <w:tcPr>
            <w:tcW w:w="679" w:type="pct"/>
          </w:tcPr>
          <w:p w:rsidR="00ED368C" w:rsidRPr="003F35FD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3F35FD">
              <w:rPr>
                <w:lang w:val="uk-UA"/>
              </w:rPr>
              <w:t>-ІV квартал</w:t>
            </w:r>
          </w:p>
        </w:tc>
        <w:tc>
          <w:tcPr>
            <w:tcW w:w="1058" w:type="pct"/>
          </w:tcPr>
          <w:p w:rsidR="00ED368C" w:rsidRPr="003F35FD" w:rsidRDefault="00ED368C" w:rsidP="0019562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Члени Координаційної ради з питань національно-патріотичного виховання при</w:t>
            </w:r>
          </w:p>
        </w:tc>
        <w:tc>
          <w:tcPr>
            <w:tcW w:w="1198" w:type="pct"/>
          </w:tcPr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Управління молоді та спорту</w:t>
            </w:r>
            <w:r>
              <w:rPr>
                <w:lang w:val="uk-UA"/>
              </w:rPr>
              <w:t xml:space="preserve"> КОДА</w:t>
            </w:r>
          </w:p>
          <w:p w:rsidR="00ED368C" w:rsidRPr="0059594B" w:rsidRDefault="00ED368C" w:rsidP="0059594B">
            <w:pPr>
              <w:jc w:val="both"/>
              <w:rPr>
                <w:b/>
                <w:bCs/>
                <w:lang w:val="uk-UA"/>
              </w:rPr>
            </w:pPr>
            <w:r w:rsidRPr="0059594B">
              <w:rPr>
                <w:rStyle w:val="Strong"/>
                <w:b w:val="0"/>
                <w:bCs w:val="0"/>
              </w:rPr>
              <w:t>Т</w:t>
            </w:r>
            <w:r w:rsidRPr="0059594B">
              <w:rPr>
                <w:rStyle w:val="Strong"/>
                <w:b w:val="0"/>
                <w:bCs w:val="0"/>
                <w:lang w:val="uk-UA"/>
              </w:rPr>
              <w:t>имофєєв</w:t>
            </w:r>
            <w:r w:rsidRPr="0059594B">
              <w:rPr>
                <w:rStyle w:val="Strong"/>
                <w:b w:val="0"/>
                <w:bCs w:val="0"/>
              </w:rPr>
              <w:t xml:space="preserve"> Сергій Олександрович</w:t>
            </w:r>
            <w:r w:rsidRPr="0059594B">
              <w:rPr>
                <w:rStyle w:val="Strong"/>
                <w:b w:val="0"/>
                <w:bCs w:val="0"/>
                <w:lang w:val="uk-UA"/>
              </w:rPr>
              <w:t xml:space="preserve"> - начальник управління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тел. 285-00-15</w:t>
            </w:r>
            <w:r>
              <w:rPr>
                <w:lang w:val="uk-UA"/>
              </w:rPr>
              <w:t>,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286-81-80</w:t>
            </w:r>
          </w:p>
          <w:p w:rsidR="00ED368C" w:rsidRPr="003F35FD" w:rsidRDefault="00ED368C" w:rsidP="00153F78">
            <w:pPr>
              <w:jc w:val="both"/>
              <w:rPr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e-mail:</w:t>
            </w:r>
            <w:r w:rsidRPr="003F35FD">
              <w:rPr>
                <w:lang w:val="uk-UA"/>
              </w:rPr>
              <w:t xml:space="preserve"> </w:t>
            </w:r>
            <w:hyperlink r:id="rId24" w:history="1">
              <w:r w:rsidRPr="003F35FD">
                <w:rPr>
                  <w:rStyle w:val="Hyperlink"/>
                  <w:lang w:val="uk-UA"/>
                </w:rPr>
                <w:t>fkskoda@ukr.net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195628">
            <w:pPr>
              <w:jc w:val="both"/>
              <w:rPr>
                <w:lang w:val="uk-UA"/>
              </w:rPr>
            </w:pPr>
            <w:r w:rsidRPr="003F35FD">
              <w:rPr>
                <w:color w:val="000000"/>
                <w:lang w:val="uk-UA"/>
              </w:rPr>
              <w:t>Проєкт Київської обласної програми розвитку фізичної культури та спорту «Київщина спортивна» на 2022-2025 роки</w:t>
            </w:r>
          </w:p>
        </w:tc>
        <w:tc>
          <w:tcPr>
            <w:tcW w:w="862" w:type="pct"/>
          </w:tcPr>
          <w:p w:rsidR="00ED368C" w:rsidRPr="003F35FD" w:rsidRDefault="00ED368C" w:rsidP="00086DD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737052">
              <w:rPr>
                <w:lang w:val="uk-UA"/>
              </w:rPr>
              <w:t>онсультації з громадськістю</w:t>
            </w:r>
            <w:r w:rsidRPr="003F35FD">
              <w:rPr>
                <w:lang w:val="uk-UA"/>
              </w:rPr>
              <w:t xml:space="preserve"> </w:t>
            </w:r>
          </w:p>
          <w:p w:rsidR="00ED368C" w:rsidRPr="003F35FD" w:rsidRDefault="00ED368C" w:rsidP="00195628">
            <w:pPr>
              <w:ind w:left="34"/>
              <w:jc w:val="both"/>
              <w:rPr>
                <w:lang w:val="uk-UA"/>
              </w:rPr>
            </w:pPr>
          </w:p>
          <w:p w:rsidR="00ED368C" w:rsidRPr="003F35FD" w:rsidRDefault="00ED368C" w:rsidP="00195628">
            <w:pPr>
              <w:ind w:left="34"/>
              <w:jc w:val="both"/>
              <w:rPr>
                <w:lang w:val="uk-UA"/>
              </w:rPr>
            </w:pPr>
          </w:p>
        </w:tc>
        <w:tc>
          <w:tcPr>
            <w:tcW w:w="679" w:type="pct"/>
          </w:tcPr>
          <w:p w:rsidR="00ED368C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липень,</w:t>
            </w:r>
          </w:p>
          <w:p w:rsidR="00ED368C" w:rsidRPr="003F35FD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  <w:r w:rsidRPr="003F35FD">
              <w:rPr>
                <w:lang w:val="uk-UA"/>
              </w:rPr>
              <w:t xml:space="preserve"> </w:t>
            </w:r>
          </w:p>
        </w:tc>
        <w:tc>
          <w:tcPr>
            <w:tcW w:w="1058" w:type="pct"/>
          </w:tcPr>
          <w:p w:rsidR="00ED368C" w:rsidRPr="003F35FD" w:rsidRDefault="00ED368C" w:rsidP="00195628">
            <w:pPr>
              <w:pStyle w:val="rvps7"/>
              <w:spacing w:before="0" w:beforeAutospacing="0" w:after="0" w:afterAutospacing="0" w:line="240" w:lineRule="atLeast"/>
              <w:jc w:val="both"/>
              <w:rPr>
                <w:rStyle w:val="rvts15"/>
              </w:rPr>
            </w:pPr>
            <w:r w:rsidRPr="003F35FD">
              <w:rPr>
                <w:rStyle w:val="rvts15"/>
              </w:rPr>
              <w:t xml:space="preserve"> </w:t>
            </w:r>
            <w:r>
              <w:rPr>
                <w:rStyle w:val="rvts15"/>
              </w:rPr>
              <w:t>Г</w:t>
            </w:r>
            <w:r w:rsidRPr="003F35FD">
              <w:rPr>
                <w:rStyle w:val="rvts15"/>
              </w:rPr>
              <w:t>ромадськ</w:t>
            </w:r>
            <w:r>
              <w:rPr>
                <w:rStyle w:val="rvts15"/>
              </w:rPr>
              <w:t xml:space="preserve">і </w:t>
            </w:r>
            <w:r w:rsidRPr="003F35FD">
              <w:rPr>
                <w:rStyle w:val="rvts15"/>
              </w:rPr>
              <w:t>організаці</w:t>
            </w:r>
            <w:r>
              <w:rPr>
                <w:rStyle w:val="rvts15"/>
              </w:rPr>
              <w:t>ї</w:t>
            </w:r>
            <w:r w:rsidRPr="003F35FD">
              <w:rPr>
                <w:rStyle w:val="rvts15"/>
              </w:rPr>
              <w:t>, федераці</w:t>
            </w:r>
            <w:r>
              <w:rPr>
                <w:rStyle w:val="rvts15"/>
              </w:rPr>
              <w:t>ї</w:t>
            </w:r>
            <w:r w:rsidRPr="003F35FD">
              <w:rPr>
                <w:rStyle w:val="rvts15"/>
              </w:rPr>
              <w:t>, асоціаці</w:t>
            </w:r>
            <w:r>
              <w:rPr>
                <w:rStyle w:val="rvts15"/>
              </w:rPr>
              <w:t>ї</w:t>
            </w:r>
            <w:r w:rsidRPr="003F35FD">
              <w:rPr>
                <w:rStyle w:val="rvts15"/>
              </w:rPr>
              <w:t xml:space="preserve"> (фізкультурно – спортивного спрямування) </w:t>
            </w:r>
          </w:p>
          <w:p w:rsidR="00ED368C" w:rsidRPr="003F35FD" w:rsidRDefault="00ED368C" w:rsidP="00EB563B">
            <w:pPr>
              <w:jc w:val="center"/>
              <w:rPr>
                <w:lang w:val="uk-UA"/>
              </w:rPr>
            </w:pPr>
          </w:p>
        </w:tc>
        <w:tc>
          <w:tcPr>
            <w:tcW w:w="1198" w:type="pct"/>
          </w:tcPr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Управління молоді та спорту</w:t>
            </w:r>
            <w:r>
              <w:rPr>
                <w:lang w:val="uk-UA"/>
              </w:rPr>
              <w:t xml:space="preserve"> КОДА</w:t>
            </w:r>
          </w:p>
          <w:p w:rsidR="00ED368C" w:rsidRPr="0059594B" w:rsidRDefault="00ED368C" w:rsidP="0059594B">
            <w:pPr>
              <w:jc w:val="both"/>
              <w:rPr>
                <w:b/>
                <w:bCs/>
                <w:lang w:val="uk-UA"/>
              </w:rPr>
            </w:pPr>
            <w:r w:rsidRPr="0059594B">
              <w:rPr>
                <w:rStyle w:val="Strong"/>
                <w:b w:val="0"/>
                <w:bCs w:val="0"/>
              </w:rPr>
              <w:t>Т</w:t>
            </w:r>
            <w:r w:rsidRPr="0059594B">
              <w:rPr>
                <w:rStyle w:val="Strong"/>
                <w:b w:val="0"/>
                <w:bCs w:val="0"/>
                <w:lang w:val="uk-UA"/>
              </w:rPr>
              <w:t>имофєєв</w:t>
            </w:r>
            <w:r w:rsidRPr="0059594B">
              <w:rPr>
                <w:rStyle w:val="Strong"/>
                <w:b w:val="0"/>
                <w:bCs w:val="0"/>
              </w:rPr>
              <w:t xml:space="preserve"> Сергій Олександрович</w:t>
            </w:r>
            <w:r w:rsidRPr="0059594B">
              <w:rPr>
                <w:rStyle w:val="Strong"/>
                <w:b w:val="0"/>
                <w:bCs w:val="0"/>
                <w:lang w:val="uk-UA"/>
              </w:rPr>
              <w:t xml:space="preserve"> - начальник управління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тел. 286-81-80</w:t>
            </w:r>
          </w:p>
          <w:p w:rsidR="00ED368C" w:rsidRPr="003F35FD" w:rsidRDefault="00ED368C" w:rsidP="00153F78">
            <w:pPr>
              <w:jc w:val="both"/>
              <w:rPr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e-mail:</w:t>
            </w:r>
            <w:r w:rsidRPr="003F35FD">
              <w:rPr>
                <w:lang w:val="uk-UA"/>
              </w:rPr>
              <w:t xml:space="preserve"> </w:t>
            </w:r>
            <w:hyperlink r:id="rId25" w:history="1">
              <w:r w:rsidRPr="003F35FD">
                <w:rPr>
                  <w:rStyle w:val="Hyperlink"/>
                  <w:lang w:val="uk-UA"/>
                </w:rPr>
                <w:t>fkskoda@ukr.net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195628">
            <w:pPr>
              <w:jc w:val="both"/>
              <w:rPr>
                <w:color w:val="000000"/>
                <w:lang w:val="uk-UA"/>
              </w:rPr>
            </w:pPr>
            <w:r w:rsidRPr="003F35FD">
              <w:rPr>
                <w:lang w:val="uk-UA"/>
              </w:rPr>
              <w:t xml:space="preserve">Визначення кандидатів на стипендію </w:t>
            </w:r>
            <w:r w:rsidRPr="003F35FD">
              <w:rPr>
                <w:color w:val="000000"/>
                <w:lang w:val="uk-UA"/>
              </w:rPr>
              <w:t xml:space="preserve">видатним, </w:t>
            </w:r>
          </w:p>
          <w:p w:rsidR="00ED368C" w:rsidRPr="003F35FD" w:rsidRDefault="00ED368C" w:rsidP="00195628">
            <w:pPr>
              <w:jc w:val="both"/>
              <w:rPr>
                <w:color w:val="000000"/>
                <w:lang w:val="uk-UA" w:eastAsia="uk-UA"/>
              </w:rPr>
            </w:pPr>
            <w:r w:rsidRPr="003F35FD">
              <w:rPr>
                <w:color w:val="000000"/>
                <w:lang w:val="uk-UA"/>
              </w:rPr>
              <w:t>молодим та пер</w:t>
            </w:r>
            <w:r w:rsidRPr="003F35FD">
              <w:rPr>
                <w:color w:val="000000"/>
                <w:lang w:val="uk-UA" w:eastAsia="uk-UA"/>
              </w:rPr>
              <w:t>спективним спортсменам, їх тренерам</w:t>
            </w:r>
          </w:p>
          <w:p w:rsidR="00ED368C" w:rsidRPr="003F35FD" w:rsidRDefault="00ED368C" w:rsidP="0019562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62" w:type="pct"/>
          </w:tcPr>
          <w:p w:rsidR="00ED368C" w:rsidRPr="003F35FD" w:rsidRDefault="00ED368C" w:rsidP="00D33C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737052">
              <w:rPr>
                <w:lang w:val="uk-UA"/>
              </w:rPr>
              <w:t>онсультації з громадськістю</w:t>
            </w:r>
            <w:r w:rsidRPr="003F35FD">
              <w:rPr>
                <w:lang w:val="uk-UA"/>
              </w:rPr>
              <w:t xml:space="preserve"> </w:t>
            </w:r>
          </w:p>
          <w:p w:rsidR="00ED368C" w:rsidRPr="007352E4" w:rsidRDefault="00ED368C" w:rsidP="00195628">
            <w:pPr>
              <w:jc w:val="both"/>
              <w:rPr>
                <w:color w:val="000000"/>
                <w:lang w:val="uk-UA" w:eastAsia="uk-UA"/>
              </w:rPr>
            </w:pPr>
          </w:p>
        </w:tc>
        <w:tc>
          <w:tcPr>
            <w:tcW w:w="679" w:type="pct"/>
          </w:tcPr>
          <w:p w:rsidR="00ED368C" w:rsidRDefault="00ED368C" w:rsidP="00270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  <w:p w:rsidR="00ED368C" w:rsidRPr="003F35FD" w:rsidRDefault="00ED368C" w:rsidP="00270A53">
            <w:pPr>
              <w:jc w:val="center"/>
              <w:rPr>
                <w:lang w:val="uk-UA"/>
              </w:rPr>
            </w:pPr>
          </w:p>
        </w:tc>
        <w:tc>
          <w:tcPr>
            <w:tcW w:w="1058" w:type="pct"/>
          </w:tcPr>
          <w:p w:rsidR="00ED368C" w:rsidRPr="003F35FD" w:rsidRDefault="00ED368C" w:rsidP="00F20890">
            <w:pPr>
              <w:jc w:val="both"/>
              <w:rPr>
                <w:rStyle w:val="rvts15"/>
                <w:lang w:val="uk-UA"/>
              </w:rPr>
            </w:pPr>
            <w:r w:rsidRPr="003F35FD">
              <w:rPr>
                <w:rStyle w:val="rvts15"/>
                <w:lang w:val="uk-UA"/>
              </w:rPr>
              <w:t>Громадські організації, федерації, асоціації (фізкультурно – спортивного спрямування), комунальні заклади Київської області фізкультурно – спортивного спрямування</w:t>
            </w:r>
          </w:p>
        </w:tc>
        <w:tc>
          <w:tcPr>
            <w:tcW w:w="1198" w:type="pct"/>
          </w:tcPr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Управління молоді та спорту</w:t>
            </w:r>
            <w:r>
              <w:rPr>
                <w:lang w:val="uk-UA"/>
              </w:rPr>
              <w:t xml:space="preserve"> КОДА</w:t>
            </w:r>
          </w:p>
          <w:p w:rsidR="00ED368C" w:rsidRPr="0059594B" w:rsidRDefault="00ED368C" w:rsidP="0059594B">
            <w:pPr>
              <w:jc w:val="both"/>
              <w:rPr>
                <w:b/>
                <w:bCs/>
                <w:lang w:val="uk-UA"/>
              </w:rPr>
            </w:pPr>
            <w:r w:rsidRPr="0059594B">
              <w:rPr>
                <w:rStyle w:val="Strong"/>
                <w:b w:val="0"/>
                <w:bCs w:val="0"/>
              </w:rPr>
              <w:t>Т</w:t>
            </w:r>
            <w:r w:rsidRPr="0059594B">
              <w:rPr>
                <w:rStyle w:val="Strong"/>
                <w:b w:val="0"/>
                <w:bCs w:val="0"/>
                <w:lang w:val="uk-UA"/>
              </w:rPr>
              <w:t>имофєєв</w:t>
            </w:r>
            <w:r w:rsidRPr="0059594B">
              <w:rPr>
                <w:rStyle w:val="Strong"/>
                <w:b w:val="0"/>
                <w:bCs w:val="0"/>
              </w:rPr>
              <w:t xml:space="preserve"> Сергій Олександрович</w:t>
            </w:r>
            <w:r w:rsidRPr="0059594B">
              <w:rPr>
                <w:rStyle w:val="Strong"/>
                <w:b w:val="0"/>
                <w:bCs w:val="0"/>
                <w:lang w:val="uk-UA"/>
              </w:rPr>
              <w:t xml:space="preserve"> - начальник управління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тел. 286-81-80</w:t>
            </w:r>
          </w:p>
          <w:p w:rsidR="00ED368C" w:rsidRPr="003F35FD" w:rsidRDefault="00ED368C" w:rsidP="00153F78">
            <w:pPr>
              <w:jc w:val="both"/>
              <w:rPr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e-mail:</w:t>
            </w:r>
            <w:r w:rsidRPr="003F35FD">
              <w:rPr>
                <w:lang w:val="uk-UA"/>
              </w:rPr>
              <w:t xml:space="preserve"> </w:t>
            </w:r>
            <w:hyperlink r:id="rId26" w:history="1">
              <w:r w:rsidRPr="003F35FD">
                <w:rPr>
                  <w:rStyle w:val="Hyperlink"/>
                  <w:lang w:val="uk-UA"/>
                </w:rPr>
                <w:t>fkskoda@ukr.net</w:t>
              </w:r>
            </w:hyperlink>
          </w:p>
          <w:p w:rsidR="00ED368C" w:rsidRPr="003F35FD" w:rsidRDefault="00ED368C" w:rsidP="00153F78">
            <w:pPr>
              <w:jc w:val="both"/>
              <w:rPr>
                <w:lang w:val="uk-UA"/>
              </w:rPr>
            </w:pPr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317C0D">
            <w:pPr>
              <w:jc w:val="both"/>
              <w:rPr>
                <w:color w:val="000000"/>
                <w:lang w:val="uk-UA"/>
              </w:rPr>
            </w:pPr>
            <w:r w:rsidRPr="003F35FD">
              <w:rPr>
                <w:rStyle w:val="rvts15"/>
                <w:lang w:val="uk-UA"/>
              </w:rPr>
              <w:t>Питання</w:t>
            </w:r>
            <w:r w:rsidRPr="003F35FD">
              <w:rPr>
                <w:lang w:val="uk-UA"/>
              </w:rPr>
              <w:t xml:space="preserve"> формування штатної спортивної команди Київської області резервного спорту</w:t>
            </w:r>
          </w:p>
        </w:tc>
        <w:tc>
          <w:tcPr>
            <w:tcW w:w="862" w:type="pct"/>
          </w:tcPr>
          <w:p w:rsidR="00ED368C" w:rsidRPr="003F35FD" w:rsidRDefault="00ED368C" w:rsidP="00D33C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737052">
              <w:rPr>
                <w:lang w:val="uk-UA"/>
              </w:rPr>
              <w:t>онсультації з громадськістю</w:t>
            </w:r>
            <w:r w:rsidRPr="003F35FD">
              <w:rPr>
                <w:lang w:val="uk-UA"/>
              </w:rPr>
              <w:t xml:space="preserve"> </w:t>
            </w:r>
          </w:p>
          <w:p w:rsidR="00ED368C" w:rsidRPr="00C66A3E" w:rsidRDefault="00ED368C" w:rsidP="00317C0D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679" w:type="pct"/>
          </w:tcPr>
          <w:p w:rsidR="00ED368C" w:rsidRPr="003F35FD" w:rsidRDefault="00ED368C" w:rsidP="00EB56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1058" w:type="pct"/>
          </w:tcPr>
          <w:p w:rsidR="00ED368C" w:rsidRPr="003F35FD" w:rsidRDefault="00ED368C" w:rsidP="00317C0D">
            <w:pPr>
              <w:pStyle w:val="rvps7"/>
              <w:spacing w:before="0" w:beforeAutospacing="0" w:after="0" w:afterAutospacing="0" w:line="240" w:lineRule="atLeast"/>
              <w:jc w:val="both"/>
              <w:rPr>
                <w:rStyle w:val="rvts15"/>
              </w:rPr>
            </w:pPr>
            <w:r w:rsidRPr="003F35FD">
              <w:rPr>
                <w:rStyle w:val="rvts15"/>
              </w:rPr>
              <w:t>Громадські організації, федерації, асоціаці</w:t>
            </w:r>
            <w:r>
              <w:rPr>
                <w:rStyle w:val="rvts15"/>
              </w:rPr>
              <w:t xml:space="preserve">ї </w:t>
            </w:r>
            <w:r w:rsidRPr="003F35FD">
              <w:rPr>
                <w:rStyle w:val="rvts15"/>
              </w:rPr>
              <w:t>(фізкультурно – спортивного спрямування), комунальні заклади Київської області фізкультурно – спортивного спрямування</w:t>
            </w:r>
          </w:p>
        </w:tc>
        <w:tc>
          <w:tcPr>
            <w:tcW w:w="1198" w:type="pct"/>
          </w:tcPr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Управління молоді та спорту</w:t>
            </w:r>
            <w:r>
              <w:rPr>
                <w:lang w:val="uk-UA"/>
              </w:rPr>
              <w:t xml:space="preserve"> КОДА</w:t>
            </w:r>
          </w:p>
          <w:p w:rsidR="00ED368C" w:rsidRPr="0059594B" w:rsidRDefault="00ED368C" w:rsidP="0059594B">
            <w:pPr>
              <w:jc w:val="both"/>
              <w:rPr>
                <w:b/>
                <w:bCs/>
                <w:lang w:val="uk-UA"/>
              </w:rPr>
            </w:pPr>
            <w:r w:rsidRPr="0059594B">
              <w:rPr>
                <w:rStyle w:val="Strong"/>
                <w:b w:val="0"/>
                <w:bCs w:val="0"/>
              </w:rPr>
              <w:t>Т</w:t>
            </w:r>
            <w:r w:rsidRPr="0059594B">
              <w:rPr>
                <w:rStyle w:val="Strong"/>
                <w:b w:val="0"/>
                <w:bCs w:val="0"/>
                <w:lang w:val="uk-UA"/>
              </w:rPr>
              <w:t>имофєєв</w:t>
            </w:r>
            <w:r w:rsidRPr="0059594B">
              <w:rPr>
                <w:rStyle w:val="Strong"/>
                <w:b w:val="0"/>
                <w:bCs w:val="0"/>
              </w:rPr>
              <w:t xml:space="preserve"> Сергій Олександрович</w:t>
            </w:r>
            <w:r w:rsidRPr="0059594B">
              <w:rPr>
                <w:rStyle w:val="Strong"/>
                <w:b w:val="0"/>
                <w:bCs w:val="0"/>
                <w:lang w:val="uk-UA"/>
              </w:rPr>
              <w:t xml:space="preserve"> - начальник управління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тел. 286-81-80</w:t>
            </w:r>
          </w:p>
          <w:p w:rsidR="00ED368C" w:rsidRPr="003F35FD" w:rsidRDefault="00ED368C" w:rsidP="00153F78">
            <w:pPr>
              <w:jc w:val="both"/>
              <w:rPr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e-mail:</w:t>
            </w:r>
            <w:r w:rsidRPr="003F35FD">
              <w:rPr>
                <w:lang w:val="uk-UA"/>
              </w:rPr>
              <w:t xml:space="preserve"> </w:t>
            </w:r>
            <w:hyperlink r:id="rId27" w:history="1">
              <w:r w:rsidRPr="003F35FD">
                <w:rPr>
                  <w:rStyle w:val="Hyperlink"/>
                  <w:lang w:val="uk-UA"/>
                </w:rPr>
                <w:t>fkskoda@ukr.net</w:t>
              </w:r>
            </w:hyperlink>
          </w:p>
          <w:p w:rsidR="00ED368C" w:rsidRPr="003F35FD" w:rsidRDefault="00ED368C" w:rsidP="00153F78">
            <w:pPr>
              <w:jc w:val="both"/>
              <w:rPr>
                <w:lang w:val="uk-UA"/>
              </w:rPr>
            </w:pPr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317C0D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Питання щодо реалізації регіональної політики в галузі культури, мистецтв, охорони культурної спадщини, з питань національностей та релігій та виконання засад Законів України: Про державну службу», «Про запобігання корупції», «Про культуру», «Про музей та музейну справу»,"Про бібліотеки і бібліотечну справу", «Про свободу совісті та релігійні організації», «Про національні меншини в Україні», «Про позашкільну освіту»,«Про охорону культурної спадщини», «Про охорону археологічної спадщини», «Про державну статистику», «Про кінематографію», «Про бухгалтерський облік та фінансову звітність в Україні» тощо</w:t>
            </w:r>
          </w:p>
        </w:tc>
        <w:tc>
          <w:tcPr>
            <w:tcW w:w="862" w:type="pct"/>
          </w:tcPr>
          <w:p w:rsidR="00ED368C" w:rsidRPr="003F35FD" w:rsidRDefault="00ED368C" w:rsidP="00B92D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737052">
              <w:rPr>
                <w:lang w:val="uk-UA"/>
              </w:rPr>
              <w:t>онсультації з громадськістю</w:t>
            </w:r>
            <w:r w:rsidRPr="003F35FD">
              <w:rPr>
                <w:lang w:val="uk-UA"/>
              </w:rPr>
              <w:t xml:space="preserve"> </w:t>
            </w:r>
          </w:p>
          <w:p w:rsidR="00ED368C" w:rsidRPr="00C66A3E" w:rsidRDefault="00ED368C" w:rsidP="00317C0D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679" w:type="pct"/>
          </w:tcPr>
          <w:p w:rsidR="00ED368C" w:rsidRPr="00737052" w:rsidRDefault="00ED368C" w:rsidP="00B92D01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березень, </w:t>
            </w:r>
          </w:p>
          <w:p w:rsidR="00ED368C" w:rsidRPr="00737052" w:rsidRDefault="00ED368C" w:rsidP="00B92D01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червень, </w:t>
            </w:r>
          </w:p>
          <w:p w:rsidR="00ED368C" w:rsidRPr="00737052" w:rsidRDefault="00ED368C" w:rsidP="00B92D01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>вересень,</w:t>
            </w:r>
          </w:p>
          <w:p w:rsidR="00ED368C" w:rsidRPr="00C66A3E" w:rsidRDefault="00ED368C" w:rsidP="00B92D01">
            <w:pPr>
              <w:jc w:val="center"/>
              <w:rPr>
                <w:b/>
                <w:bCs/>
                <w:lang w:val="uk-UA"/>
              </w:rPr>
            </w:pPr>
            <w:r w:rsidRPr="00737052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317C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3F35FD">
              <w:rPr>
                <w:lang w:val="uk-UA"/>
              </w:rPr>
              <w:t>іячі культурно-охоронної та дослідницької діяльності, представники галузі культури, мистецтв, майстри народного мистецтва, вимушені внутрішньо-переміщенні особи тощо</w:t>
            </w:r>
          </w:p>
        </w:tc>
        <w:tc>
          <w:tcPr>
            <w:tcW w:w="1198" w:type="pct"/>
          </w:tcPr>
          <w:p w:rsidR="00ED368C" w:rsidRDefault="00ED368C" w:rsidP="00153F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3F35FD">
              <w:rPr>
                <w:lang w:val="uk-UA"/>
              </w:rPr>
              <w:t xml:space="preserve">правління культури </w:t>
            </w:r>
            <w:r>
              <w:rPr>
                <w:lang w:val="uk-UA"/>
              </w:rPr>
              <w:t>КОДА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Гончаренко Дмитро Володимирович - начальник</w:t>
            </w:r>
            <w:r>
              <w:rPr>
                <w:lang w:val="uk-UA"/>
              </w:rPr>
              <w:t xml:space="preserve"> управління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т</w:t>
            </w:r>
            <w:r>
              <w:rPr>
                <w:lang w:val="uk-UA"/>
              </w:rPr>
              <w:t>ел.</w:t>
            </w:r>
            <w:r w:rsidRPr="003F35FD">
              <w:rPr>
                <w:lang w:val="uk-UA"/>
              </w:rPr>
              <w:t xml:space="preserve"> 286</w:t>
            </w:r>
            <w:r>
              <w:rPr>
                <w:lang w:val="uk-UA"/>
              </w:rPr>
              <w:t>-</w:t>
            </w:r>
            <w:r w:rsidRPr="003F35FD">
              <w:rPr>
                <w:lang w:val="uk-UA"/>
              </w:rPr>
              <w:t>87</w:t>
            </w:r>
            <w:r>
              <w:rPr>
                <w:lang w:val="uk-UA"/>
              </w:rPr>
              <w:t>-</w:t>
            </w:r>
            <w:r w:rsidRPr="003F35FD">
              <w:rPr>
                <w:lang w:val="uk-UA"/>
              </w:rPr>
              <w:t>48</w:t>
            </w:r>
          </w:p>
          <w:p w:rsidR="00ED368C" w:rsidRPr="003F35FD" w:rsidRDefault="00ED368C" w:rsidP="00153F78">
            <w:pPr>
              <w:jc w:val="both"/>
              <w:rPr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</w:t>
            </w:r>
            <w:hyperlink r:id="rId28" w:history="1">
              <w:r w:rsidRPr="00317C0D">
                <w:rPr>
                  <w:rStyle w:val="Hyperlink"/>
                  <w:b/>
                  <w:bCs/>
                  <w:color w:val="auto"/>
                  <w:u w:val="none"/>
                  <w:lang w:val="uk-UA"/>
                </w:rPr>
                <w:t>:</w:t>
              </w:r>
              <w:r w:rsidRPr="00317C0D">
                <w:rPr>
                  <w:rStyle w:val="Hyperlink"/>
                  <w:u w:val="none"/>
                  <w:lang w:val="uk-UA"/>
                </w:rPr>
                <w:t xml:space="preserve"> </w:t>
              </w:r>
              <w:r w:rsidRPr="00317C0D">
                <w:rPr>
                  <w:rStyle w:val="Hyperlink"/>
                  <w:lang w:val="uk-UA"/>
                </w:rPr>
                <w:t>info@cultkoda.gov.ua</w:t>
              </w:r>
            </w:hyperlink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  <w:vAlign w:val="center"/>
          </w:tcPr>
          <w:p w:rsidR="00ED368C" w:rsidRPr="003F35FD" w:rsidRDefault="00ED368C" w:rsidP="00EB563B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 xml:space="preserve">Надання методичної та практичної допомоги щодо дотримання законодавства України «Про свободу совісті та релігійні організації», «Про національні меншини в Україні». Попередній розгляд поданих на реєстрацію статутів (положень) релігійних громад, </w:t>
            </w:r>
            <w:r>
              <w:rPr>
                <w:lang w:val="uk-UA"/>
              </w:rPr>
              <w:t>а також змін і доповнень до них</w:t>
            </w:r>
          </w:p>
        </w:tc>
        <w:tc>
          <w:tcPr>
            <w:tcW w:w="862" w:type="pct"/>
          </w:tcPr>
          <w:p w:rsidR="00ED368C" w:rsidRPr="003F35FD" w:rsidRDefault="00ED368C" w:rsidP="000C4A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737052">
              <w:rPr>
                <w:lang w:val="uk-UA"/>
              </w:rPr>
              <w:t>онсультації з громадськістю</w:t>
            </w:r>
            <w:r w:rsidRPr="003F35FD">
              <w:rPr>
                <w:lang w:val="uk-UA"/>
              </w:rPr>
              <w:t xml:space="preserve"> </w:t>
            </w:r>
          </w:p>
          <w:p w:rsidR="00ED368C" w:rsidRPr="003F35FD" w:rsidRDefault="00ED368C" w:rsidP="00317C0D">
            <w:pPr>
              <w:rPr>
                <w:lang w:val="uk-UA"/>
              </w:rPr>
            </w:pPr>
          </w:p>
        </w:tc>
        <w:tc>
          <w:tcPr>
            <w:tcW w:w="679" w:type="pct"/>
          </w:tcPr>
          <w:p w:rsidR="00ED368C" w:rsidRPr="00737052" w:rsidRDefault="00ED368C" w:rsidP="000C4AD5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березень, </w:t>
            </w:r>
          </w:p>
          <w:p w:rsidR="00ED368C" w:rsidRPr="00737052" w:rsidRDefault="00ED368C" w:rsidP="000C4AD5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червень, </w:t>
            </w:r>
          </w:p>
          <w:p w:rsidR="00ED368C" w:rsidRPr="00737052" w:rsidRDefault="00ED368C" w:rsidP="000C4AD5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>вересень,</w:t>
            </w:r>
          </w:p>
          <w:p w:rsidR="00ED368C" w:rsidRPr="00317C0D" w:rsidRDefault="00ED368C" w:rsidP="000C4AD5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>грудень</w:t>
            </w:r>
          </w:p>
        </w:tc>
        <w:tc>
          <w:tcPr>
            <w:tcW w:w="1058" w:type="pct"/>
          </w:tcPr>
          <w:p w:rsidR="00ED368C" w:rsidRPr="003F35FD" w:rsidRDefault="00ED368C" w:rsidP="00317C0D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Мешканці та гості Київщини різної вікової категорії, соціального статусу, національностей та релігійних вірувань</w:t>
            </w:r>
          </w:p>
        </w:tc>
        <w:tc>
          <w:tcPr>
            <w:tcW w:w="1198" w:type="pct"/>
          </w:tcPr>
          <w:p w:rsidR="00ED368C" w:rsidRDefault="00ED368C" w:rsidP="00153F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3F35FD">
              <w:rPr>
                <w:lang w:val="uk-UA"/>
              </w:rPr>
              <w:t xml:space="preserve">правління культури </w:t>
            </w:r>
            <w:r>
              <w:rPr>
                <w:lang w:val="uk-UA"/>
              </w:rPr>
              <w:t>КОДА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Гончаренко Дмитро Володимирович - начальник</w:t>
            </w:r>
            <w:r>
              <w:rPr>
                <w:lang w:val="uk-UA"/>
              </w:rPr>
              <w:t xml:space="preserve"> управління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т</w:t>
            </w:r>
            <w:r>
              <w:rPr>
                <w:lang w:val="uk-UA"/>
              </w:rPr>
              <w:t>ел.</w:t>
            </w:r>
            <w:r w:rsidRPr="003F35FD">
              <w:rPr>
                <w:lang w:val="uk-UA"/>
              </w:rPr>
              <w:t xml:space="preserve"> 286</w:t>
            </w:r>
            <w:r>
              <w:rPr>
                <w:lang w:val="uk-UA"/>
              </w:rPr>
              <w:t>-</w:t>
            </w:r>
            <w:r w:rsidRPr="003F35FD">
              <w:rPr>
                <w:lang w:val="uk-UA"/>
              </w:rPr>
              <w:t>87</w:t>
            </w:r>
            <w:r>
              <w:rPr>
                <w:lang w:val="uk-UA"/>
              </w:rPr>
              <w:t>-</w:t>
            </w:r>
            <w:r w:rsidRPr="003F35FD">
              <w:rPr>
                <w:lang w:val="uk-UA"/>
              </w:rPr>
              <w:t>48</w:t>
            </w:r>
          </w:p>
          <w:p w:rsidR="00ED368C" w:rsidRDefault="00ED368C" w:rsidP="00153F78">
            <w:pPr>
              <w:jc w:val="both"/>
              <w:rPr>
                <w:b/>
                <w:bCs/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</w:t>
            </w:r>
            <w:hyperlink r:id="rId29" w:history="1">
              <w:r>
                <w:rPr>
                  <w:rStyle w:val="Hyperlink"/>
                  <w:b/>
                  <w:bCs/>
                  <w:color w:val="auto"/>
                  <w:u w:val="none"/>
                  <w:lang w:val="uk-UA"/>
                </w:rPr>
                <w:t>:</w:t>
              </w:r>
              <w:r w:rsidRPr="00317C0D">
                <w:rPr>
                  <w:rStyle w:val="Hyperlink"/>
                  <w:u w:val="none"/>
                  <w:lang w:val="uk-UA"/>
                </w:rPr>
                <w:t xml:space="preserve"> </w:t>
              </w:r>
              <w:r w:rsidRPr="00317C0D">
                <w:rPr>
                  <w:rStyle w:val="Hyperlink"/>
                  <w:lang w:val="uk-UA"/>
                </w:rPr>
                <w:t>info@cultkoda.gov.ua</w:t>
              </w:r>
            </w:hyperlink>
          </w:p>
          <w:p w:rsidR="00ED368C" w:rsidRDefault="00ED368C" w:rsidP="00153F78">
            <w:pPr>
              <w:jc w:val="both"/>
              <w:rPr>
                <w:b/>
                <w:bCs/>
                <w:lang w:val="uk-UA"/>
              </w:rPr>
            </w:pPr>
          </w:p>
          <w:p w:rsidR="00ED368C" w:rsidRPr="003F35FD" w:rsidRDefault="00ED368C" w:rsidP="00153F78">
            <w:pPr>
              <w:jc w:val="both"/>
              <w:rPr>
                <w:lang w:val="uk-UA"/>
              </w:rPr>
            </w:pPr>
          </w:p>
        </w:tc>
      </w:tr>
      <w:tr w:rsidR="00ED368C" w:rsidRPr="003F35FD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D00B84">
            <w:pPr>
              <w:rPr>
                <w:lang w:val="uk-UA"/>
              </w:rPr>
            </w:pPr>
            <w:r w:rsidRPr="003F35FD">
              <w:rPr>
                <w:lang w:val="uk-UA"/>
              </w:rPr>
              <w:t>Питання функціонування Київської обласної ради Церков і релігійних організацій</w:t>
            </w:r>
          </w:p>
        </w:tc>
        <w:tc>
          <w:tcPr>
            <w:tcW w:w="862" w:type="pct"/>
          </w:tcPr>
          <w:p w:rsidR="00ED368C" w:rsidRPr="003F35FD" w:rsidRDefault="00ED368C" w:rsidP="00317C0D">
            <w:pPr>
              <w:rPr>
                <w:lang w:val="uk-UA"/>
              </w:rPr>
            </w:pPr>
            <w:r w:rsidRPr="003F35FD">
              <w:rPr>
                <w:lang w:val="uk-UA"/>
              </w:rPr>
              <w:t>Засідання Київської обласної ради Церков і релігійних організацій</w:t>
            </w:r>
          </w:p>
        </w:tc>
        <w:tc>
          <w:tcPr>
            <w:tcW w:w="679" w:type="pct"/>
          </w:tcPr>
          <w:p w:rsidR="00ED368C" w:rsidRDefault="00ED368C" w:rsidP="00D00B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щоденно</w:t>
            </w:r>
          </w:p>
          <w:p w:rsidR="00ED368C" w:rsidRPr="003F35FD" w:rsidRDefault="00ED368C" w:rsidP="00D00B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058" w:type="pct"/>
          </w:tcPr>
          <w:p w:rsidR="00ED368C" w:rsidRPr="003F35FD" w:rsidRDefault="00ED368C" w:rsidP="00317C0D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Мешканці та гості Київщини різної вікової категорії, соціального статусу, національностей та релігійних вірувань</w:t>
            </w:r>
          </w:p>
        </w:tc>
        <w:tc>
          <w:tcPr>
            <w:tcW w:w="1198" w:type="pct"/>
          </w:tcPr>
          <w:p w:rsidR="00ED368C" w:rsidRDefault="00ED368C" w:rsidP="00153F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3F35FD">
              <w:rPr>
                <w:lang w:val="uk-UA"/>
              </w:rPr>
              <w:t xml:space="preserve">правління культури </w:t>
            </w:r>
            <w:r>
              <w:rPr>
                <w:lang w:val="uk-UA"/>
              </w:rPr>
              <w:t>КОДА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Ткачук Людмила Сергіївна – начальник відділу охорони культурної спадщини та релігій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тел.</w:t>
            </w:r>
            <w:r w:rsidRPr="003F35FD">
              <w:rPr>
                <w:lang w:val="uk-UA"/>
              </w:rPr>
              <w:t xml:space="preserve">286-83-81 </w:t>
            </w:r>
          </w:p>
          <w:p w:rsidR="00ED368C" w:rsidRPr="00CA46C5" w:rsidRDefault="00ED368C" w:rsidP="00153F78">
            <w:pPr>
              <w:jc w:val="both"/>
              <w:rPr>
                <w:b/>
                <w:bCs/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</w:t>
            </w:r>
            <w:r>
              <w:rPr>
                <w:b/>
                <w:bCs/>
                <w:lang w:val="uk-UA"/>
              </w:rPr>
              <w:t xml:space="preserve">: </w:t>
            </w:r>
            <w:hyperlink r:id="rId30" w:history="1">
              <w:r w:rsidRPr="00317C0D">
                <w:rPr>
                  <w:rStyle w:val="Hyperlink"/>
                  <w:lang w:val="uk-UA"/>
                </w:rPr>
                <w:t>viddil_religiy_koda@ukr.net</w:t>
              </w:r>
            </w:hyperlink>
          </w:p>
        </w:tc>
      </w:tr>
      <w:tr w:rsidR="00ED368C" w:rsidRPr="003F35FD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3F35FD" w:rsidRDefault="00ED368C" w:rsidP="00D00B84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Питання дослідження, охорони, реставрації, відтворення об’єктів культурної спадщини, збереження традиційного характеру середовища населених місць</w:t>
            </w:r>
          </w:p>
        </w:tc>
        <w:tc>
          <w:tcPr>
            <w:tcW w:w="862" w:type="pct"/>
          </w:tcPr>
          <w:p w:rsidR="00ED368C" w:rsidRPr="003F35FD" w:rsidRDefault="00ED368C" w:rsidP="000C4A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737052">
              <w:rPr>
                <w:lang w:val="uk-UA"/>
              </w:rPr>
              <w:t>онсультації з громадськістю</w:t>
            </w:r>
            <w:r w:rsidRPr="003F35FD">
              <w:rPr>
                <w:lang w:val="uk-UA"/>
              </w:rPr>
              <w:t xml:space="preserve"> </w:t>
            </w:r>
          </w:p>
          <w:p w:rsidR="00ED368C" w:rsidRPr="00C66A3E" w:rsidRDefault="00ED368C" w:rsidP="00D00B8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679" w:type="pct"/>
          </w:tcPr>
          <w:p w:rsidR="00ED368C" w:rsidRPr="00737052" w:rsidRDefault="00ED368C" w:rsidP="000C4A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  <w:r w:rsidRPr="00737052">
              <w:rPr>
                <w:lang w:val="uk-UA"/>
              </w:rPr>
              <w:t xml:space="preserve">, </w:t>
            </w:r>
          </w:p>
          <w:p w:rsidR="00ED368C" w:rsidRPr="00737052" w:rsidRDefault="00ED368C" w:rsidP="000C4AD5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 xml:space="preserve">червень, </w:t>
            </w:r>
          </w:p>
          <w:p w:rsidR="00ED368C" w:rsidRPr="00737052" w:rsidRDefault="00ED368C" w:rsidP="000C4AD5">
            <w:pPr>
              <w:jc w:val="center"/>
              <w:rPr>
                <w:lang w:val="uk-UA"/>
              </w:rPr>
            </w:pPr>
            <w:r w:rsidRPr="00737052">
              <w:rPr>
                <w:lang w:val="uk-UA"/>
              </w:rPr>
              <w:t>вересень,</w:t>
            </w:r>
          </w:p>
          <w:p w:rsidR="00ED368C" w:rsidRPr="00C66A3E" w:rsidRDefault="00ED368C" w:rsidP="000C4AD5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1058" w:type="pct"/>
          </w:tcPr>
          <w:p w:rsidR="00ED368C" w:rsidRPr="003F35FD" w:rsidRDefault="00ED368C" w:rsidP="00D00B84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Професійна спільнота, фахівці-практики сфери охорони та реставрації пам’яток, реставратори, працівники науково-дослідних і проектних організацій, представники державних органів охорони культурної спадщини органів управління, громадських організацій</w:t>
            </w:r>
          </w:p>
        </w:tc>
        <w:tc>
          <w:tcPr>
            <w:tcW w:w="1198" w:type="pct"/>
          </w:tcPr>
          <w:p w:rsidR="00ED368C" w:rsidRDefault="00ED368C" w:rsidP="00153F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3F35FD">
              <w:rPr>
                <w:lang w:val="uk-UA"/>
              </w:rPr>
              <w:t xml:space="preserve">правління культури </w:t>
            </w:r>
            <w:r>
              <w:rPr>
                <w:lang w:val="uk-UA"/>
              </w:rPr>
              <w:t>КОДА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Гончаренко Дмитро Володимирович - начальник</w:t>
            </w:r>
            <w:r>
              <w:rPr>
                <w:lang w:val="uk-UA"/>
              </w:rPr>
              <w:t xml:space="preserve"> управління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т</w:t>
            </w:r>
            <w:r>
              <w:rPr>
                <w:lang w:val="uk-UA"/>
              </w:rPr>
              <w:t>ел.</w:t>
            </w:r>
            <w:r w:rsidRPr="003F35FD">
              <w:rPr>
                <w:lang w:val="uk-UA"/>
              </w:rPr>
              <w:t xml:space="preserve"> 286</w:t>
            </w:r>
            <w:r>
              <w:rPr>
                <w:lang w:val="uk-UA"/>
              </w:rPr>
              <w:t>-</w:t>
            </w:r>
            <w:r w:rsidRPr="003F35FD">
              <w:rPr>
                <w:lang w:val="uk-UA"/>
              </w:rPr>
              <w:t>87</w:t>
            </w:r>
            <w:r>
              <w:rPr>
                <w:lang w:val="uk-UA"/>
              </w:rPr>
              <w:t>-</w:t>
            </w:r>
            <w:r w:rsidRPr="003F35FD">
              <w:rPr>
                <w:lang w:val="uk-UA"/>
              </w:rPr>
              <w:t>48</w:t>
            </w:r>
            <w:r>
              <w:rPr>
                <w:lang w:val="uk-UA"/>
              </w:rPr>
              <w:t>,</w:t>
            </w:r>
          </w:p>
          <w:p w:rsidR="00ED368C" w:rsidRDefault="00ED368C" w:rsidP="00153F78">
            <w:pPr>
              <w:jc w:val="both"/>
              <w:rPr>
                <w:lang w:val="uk-UA"/>
              </w:rPr>
            </w:pPr>
            <w:r w:rsidRPr="003F35FD">
              <w:rPr>
                <w:lang w:val="uk-UA"/>
              </w:rPr>
              <w:t>286-85-17</w:t>
            </w:r>
          </w:p>
          <w:p w:rsidR="00ED368C" w:rsidRDefault="00ED368C" w:rsidP="00153F78">
            <w:pPr>
              <w:jc w:val="both"/>
              <w:rPr>
                <w:b/>
                <w:bCs/>
                <w:lang w:val="uk-UA"/>
              </w:rPr>
            </w:pPr>
            <w:r w:rsidRPr="00270A53">
              <w:rPr>
                <w:b/>
                <w:bCs/>
                <w:lang w:val="uk-UA"/>
              </w:rPr>
              <w:t>e-mail</w:t>
            </w:r>
            <w:hyperlink r:id="rId31" w:history="1">
              <w:r>
                <w:rPr>
                  <w:rStyle w:val="Hyperlink"/>
                  <w:b/>
                  <w:bCs/>
                  <w:color w:val="auto"/>
                  <w:u w:val="none"/>
                  <w:lang w:val="uk-UA"/>
                </w:rPr>
                <w:t>:</w:t>
              </w:r>
              <w:r w:rsidRPr="00317C0D">
                <w:rPr>
                  <w:rStyle w:val="Hyperlink"/>
                  <w:u w:val="none"/>
                  <w:lang w:val="uk-UA"/>
                </w:rPr>
                <w:t xml:space="preserve"> </w:t>
              </w:r>
              <w:r w:rsidRPr="00317C0D">
                <w:rPr>
                  <w:rStyle w:val="Hyperlink"/>
                  <w:lang w:val="uk-UA"/>
                </w:rPr>
                <w:t>info@cultkoda.gov.ua</w:t>
              </w:r>
            </w:hyperlink>
            <w:r>
              <w:rPr>
                <w:b/>
                <w:bCs/>
                <w:lang w:val="uk-UA"/>
              </w:rPr>
              <w:t>,</w:t>
            </w:r>
          </w:p>
          <w:p w:rsidR="00ED368C" w:rsidRDefault="00ED368C" w:rsidP="00153F78">
            <w:pPr>
              <w:jc w:val="both"/>
              <w:rPr>
                <w:b/>
                <w:bCs/>
                <w:lang w:val="uk-UA"/>
              </w:rPr>
            </w:pPr>
            <w:hyperlink r:id="rId32" w:history="1">
              <w:r w:rsidRPr="00D00B84">
                <w:rPr>
                  <w:rStyle w:val="Hyperlink"/>
                  <w:lang w:val="uk-UA"/>
                </w:rPr>
                <w:t>oksko2021@gmail.com</w:t>
              </w:r>
            </w:hyperlink>
          </w:p>
          <w:p w:rsidR="00ED368C" w:rsidRPr="003F35FD" w:rsidRDefault="00ED368C" w:rsidP="00153F78">
            <w:pPr>
              <w:jc w:val="both"/>
              <w:rPr>
                <w:lang w:val="uk-UA"/>
              </w:rPr>
            </w:pPr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2076A1" w:rsidRDefault="00ED368C" w:rsidP="002076A1">
            <w:pPr>
              <w:jc w:val="both"/>
              <w:rPr>
                <w:lang w:val="uk-UA"/>
              </w:rPr>
            </w:pPr>
            <w:r w:rsidRPr="002076A1">
              <w:rPr>
                <w:lang w:val="uk-UA"/>
              </w:rPr>
              <w:t xml:space="preserve">Проєкт Програми соціально-економічного та культурного розвитку Київської області на 2023 рік </w:t>
            </w:r>
          </w:p>
        </w:tc>
        <w:tc>
          <w:tcPr>
            <w:tcW w:w="862" w:type="pct"/>
          </w:tcPr>
          <w:p w:rsidR="00ED368C" w:rsidRPr="002076A1" w:rsidRDefault="00ED368C" w:rsidP="002076A1">
            <w:pPr>
              <w:jc w:val="both"/>
              <w:rPr>
                <w:lang w:val="uk-UA"/>
              </w:rPr>
            </w:pPr>
            <w:r w:rsidRPr="002076A1">
              <w:rPr>
                <w:lang w:val="uk-UA"/>
              </w:rPr>
              <w:t xml:space="preserve">Публічне громадське обговорення та/або електронні консультації з громадськістю </w:t>
            </w:r>
          </w:p>
        </w:tc>
        <w:tc>
          <w:tcPr>
            <w:tcW w:w="679" w:type="pct"/>
          </w:tcPr>
          <w:p w:rsidR="00ED368C" w:rsidRPr="002076A1" w:rsidRDefault="00ED368C" w:rsidP="002076A1">
            <w:pPr>
              <w:jc w:val="center"/>
              <w:rPr>
                <w:lang w:val="uk-UA"/>
              </w:rPr>
            </w:pPr>
            <w:r w:rsidRPr="002076A1">
              <w:rPr>
                <w:lang w:val="uk-UA"/>
              </w:rPr>
              <w:t>грудень</w:t>
            </w:r>
          </w:p>
          <w:p w:rsidR="00ED368C" w:rsidRPr="002076A1" w:rsidRDefault="00ED368C" w:rsidP="001B54B6">
            <w:pPr>
              <w:rPr>
                <w:lang w:val="uk-UA"/>
              </w:rPr>
            </w:pPr>
          </w:p>
        </w:tc>
        <w:tc>
          <w:tcPr>
            <w:tcW w:w="1058" w:type="pct"/>
          </w:tcPr>
          <w:p w:rsidR="00ED368C" w:rsidRPr="002076A1" w:rsidRDefault="00ED368C" w:rsidP="002076A1">
            <w:pPr>
              <w:jc w:val="both"/>
              <w:rPr>
                <w:lang w:val="uk-UA"/>
              </w:rPr>
            </w:pPr>
            <w:r w:rsidRPr="002076A1">
              <w:rPr>
                <w:lang w:val="uk-UA"/>
              </w:rPr>
              <w:t xml:space="preserve">Представники підприємств, об’єднань підприємств та громадських організацій </w:t>
            </w:r>
          </w:p>
        </w:tc>
        <w:tc>
          <w:tcPr>
            <w:tcW w:w="1198" w:type="pct"/>
          </w:tcPr>
          <w:p w:rsidR="00ED368C" w:rsidRDefault="00ED368C" w:rsidP="002076A1">
            <w:pPr>
              <w:jc w:val="both"/>
              <w:rPr>
                <w:lang w:val="uk-UA"/>
              </w:rPr>
            </w:pPr>
            <w:r w:rsidRPr="002076A1">
              <w:rPr>
                <w:lang w:val="uk-UA"/>
              </w:rPr>
              <w:t xml:space="preserve">Департамент економіки та цифровізації </w:t>
            </w:r>
            <w:r>
              <w:rPr>
                <w:lang w:val="uk-UA"/>
              </w:rPr>
              <w:t>КОДА</w:t>
            </w:r>
          </w:p>
          <w:p w:rsidR="00ED368C" w:rsidRPr="002076A1" w:rsidRDefault="00ED368C" w:rsidP="002076A1">
            <w:pPr>
              <w:jc w:val="both"/>
              <w:rPr>
                <w:b/>
                <w:bCs/>
                <w:lang w:val="uk-UA"/>
              </w:rPr>
            </w:pPr>
            <w:r w:rsidRPr="002076A1">
              <w:rPr>
                <w:rStyle w:val="Strong"/>
                <w:b w:val="0"/>
                <w:bCs w:val="0"/>
                <w:lang w:val="uk-UA"/>
              </w:rPr>
              <w:t xml:space="preserve">Погребна </w:t>
            </w:r>
            <w:r w:rsidRPr="002076A1">
              <w:rPr>
                <w:rStyle w:val="Strong"/>
                <w:b w:val="0"/>
                <w:bCs w:val="0"/>
              </w:rPr>
              <w:t>Наталія Олегівна</w:t>
            </w:r>
            <w:r w:rsidRPr="002076A1">
              <w:rPr>
                <w:rStyle w:val="Strong"/>
                <w:b w:val="0"/>
                <w:bCs w:val="0"/>
                <w:lang w:val="uk-UA"/>
              </w:rPr>
              <w:t xml:space="preserve"> - директор департаменту </w:t>
            </w:r>
          </w:p>
          <w:p w:rsidR="00ED368C" w:rsidRPr="002076A1" w:rsidRDefault="00ED368C" w:rsidP="002076A1">
            <w:pPr>
              <w:jc w:val="both"/>
              <w:rPr>
                <w:lang w:val="uk-UA"/>
              </w:rPr>
            </w:pPr>
            <w:r w:rsidRPr="002076A1">
              <w:rPr>
                <w:lang w:val="uk-UA"/>
              </w:rPr>
              <w:t>тел. 286-81-25</w:t>
            </w:r>
          </w:p>
          <w:p w:rsidR="00ED368C" w:rsidRPr="002076A1" w:rsidRDefault="00ED368C" w:rsidP="001B54B6">
            <w:pPr>
              <w:rPr>
                <w:b/>
                <w:bCs/>
                <w:lang w:val="uk-UA"/>
              </w:rPr>
            </w:pPr>
            <w:r w:rsidRPr="002076A1">
              <w:rPr>
                <w:b/>
                <w:bCs/>
                <w:lang w:val="en-US"/>
              </w:rPr>
              <w:t>e</w:t>
            </w:r>
            <w:r w:rsidRPr="00554EE7">
              <w:rPr>
                <w:b/>
                <w:bCs/>
                <w:lang w:val="en-US"/>
              </w:rPr>
              <w:t>-</w:t>
            </w:r>
            <w:r w:rsidRPr="002076A1">
              <w:rPr>
                <w:b/>
                <w:bCs/>
                <w:lang w:val="en-US"/>
              </w:rPr>
              <w:t>mail</w:t>
            </w:r>
            <w:r w:rsidRPr="002076A1">
              <w:rPr>
                <w:b/>
                <w:bCs/>
                <w:lang w:val="uk-UA"/>
              </w:rPr>
              <w:t xml:space="preserve">: </w:t>
            </w:r>
            <w:hyperlink r:id="rId33" w:history="1">
              <w:r w:rsidRPr="002076A1">
                <w:rPr>
                  <w:rStyle w:val="Hyperlink"/>
                  <w:lang w:val="uk-UA"/>
                </w:rPr>
                <w:t>strategy@econkoda.gov.ua</w:t>
              </w:r>
            </w:hyperlink>
            <w:r w:rsidRPr="002076A1">
              <w:rPr>
                <w:lang w:val="uk-UA"/>
              </w:rPr>
              <w:t xml:space="preserve"> </w:t>
            </w:r>
          </w:p>
        </w:tc>
      </w:tr>
      <w:tr w:rsidR="00ED368C" w:rsidRPr="00554EE7">
        <w:tc>
          <w:tcPr>
            <w:tcW w:w="215" w:type="pct"/>
          </w:tcPr>
          <w:p w:rsidR="00ED368C" w:rsidRPr="003F35FD" w:rsidRDefault="00ED368C" w:rsidP="001777A4">
            <w:pPr>
              <w:numPr>
                <w:ilvl w:val="0"/>
                <w:numId w:val="1"/>
              </w:num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88" w:type="pct"/>
          </w:tcPr>
          <w:p w:rsidR="00ED368C" w:rsidRPr="0009185B" w:rsidRDefault="00ED368C" w:rsidP="00C15B38">
            <w:pPr>
              <w:pStyle w:val="NoSpacing"/>
              <w:jc w:val="both"/>
              <w:rPr>
                <w:bdr w:val="none" w:sz="0" w:space="0" w:color="auto" w:frame="1"/>
                <w:shd w:val="clear" w:color="auto" w:fill="E8F5FE"/>
                <w:lang w:val="uk-UA"/>
              </w:rPr>
            </w:pPr>
            <w:r w:rsidRPr="00AF5EE0">
              <w:rPr>
                <w:lang w:val="uk-UA"/>
              </w:rPr>
              <w:t>Проєкт Київської обласної цільової програми</w:t>
            </w:r>
            <w:r>
              <w:rPr>
                <w:lang w:val="uk-UA"/>
              </w:rPr>
              <w:t xml:space="preserve"> розроблення </w:t>
            </w:r>
            <w:r w:rsidRPr="003F3F85">
              <w:rPr>
                <w:lang w:val="uk-UA"/>
              </w:rPr>
              <w:t>містобудівно</w:t>
            </w:r>
            <w:r>
              <w:rPr>
                <w:lang w:val="uk-UA"/>
              </w:rPr>
              <w:t>ї</w:t>
            </w:r>
            <w:r w:rsidRPr="003F3F85">
              <w:rPr>
                <w:lang w:val="uk-UA"/>
              </w:rPr>
              <w:t xml:space="preserve"> документаці</w:t>
            </w:r>
            <w:r>
              <w:rPr>
                <w:lang w:val="uk-UA"/>
              </w:rPr>
              <w:t>ї та розвитку</w:t>
            </w:r>
            <w:r w:rsidRPr="003A7F9E">
              <w:rPr>
                <w:lang w:val="uk-UA"/>
              </w:rPr>
              <w:t xml:space="preserve"> містобудівного кадастру Київської області на 20</w:t>
            </w:r>
            <w:r>
              <w:rPr>
                <w:lang w:val="uk-UA"/>
              </w:rPr>
              <w:t>22</w:t>
            </w:r>
            <w:r w:rsidRPr="003A7F9E">
              <w:rPr>
                <w:lang w:val="uk-UA"/>
              </w:rPr>
              <w:t>-202</w:t>
            </w:r>
            <w:r>
              <w:rPr>
                <w:lang w:val="uk-UA"/>
              </w:rPr>
              <w:t>4</w:t>
            </w:r>
            <w:r w:rsidRPr="003A7F9E">
              <w:rPr>
                <w:lang w:val="uk-UA"/>
              </w:rPr>
              <w:t xml:space="preserve"> роки</w:t>
            </w:r>
          </w:p>
        </w:tc>
        <w:tc>
          <w:tcPr>
            <w:tcW w:w="862" w:type="pct"/>
          </w:tcPr>
          <w:p w:rsidR="00ED368C" w:rsidRPr="0009185B" w:rsidRDefault="00ED368C" w:rsidP="00C15B38">
            <w:pPr>
              <w:pStyle w:val="NoSpacing"/>
              <w:jc w:val="both"/>
              <w:rPr>
                <w:b/>
                <w:bCs/>
                <w:i/>
                <w:iCs/>
                <w:lang w:val="uk-UA"/>
              </w:rPr>
            </w:pPr>
            <w:r>
              <w:rPr>
                <w:lang w:val="uk-UA"/>
              </w:rPr>
              <w:t>Е</w:t>
            </w:r>
            <w:r w:rsidRPr="0009185B">
              <w:rPr>
                <w:lang w:val="uk-UA"/>
              </w:rPr>
              <w:t>лектронні консультації з громадськістю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679" w:type="pct"/>
          </w:tcPr>
          <w:p w:rsidR="00ED368C" w:rsidRPr="0009185B" w:rsidRDefault="00ED368C" w:rsidP="00C15B38">
            <w:pPr>
              <w:pStyle w:val="NoSpacing"/>
              <w:jc w:val="center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  <w:r w:rsidRPr="00F9131D">
              <w:rPr>
                <w:lang w:val="uk-UA"/>
              </w:rPr>
              <w:t xml:space="preserve"> </w:t>
            </w:r>
          </w:p>
        </w:tc>
        <w:tc>
          <w:tcPr>
            <w:tcW w:w="1058" w:type="pct"/>
          </w:tcPr>
          <w:p w:rsidR="00ED368C" w:rsidRPr="006907C4" w:rsidRDefault="00ED368C" w:rsidP="00C15B38">
            <w:pPr>
              <w:pStyle w:val="NoSpacing"/>
              <w:ind w:right="-133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A33F53">
              <w:rPr>
                <w:lang w:val="uk-UA"/>
              </w:rPr>
              <w:t xml:space="preserve">редставники органів виконавчої влади Київської області, органів місцевого самоврядування </w:t>
            </w:r>
            <w:r>
              <w:rPr>
                <w:lang w:val="uk-UA"/>
              </w:rPr>
              <w:t>(</w:t>
            </w:r>
            <w:r w:rsidRPr="00A33F53">
              <w:rPr>
                <w:lang w:val="uk-UA"/>
              </w:rPr>
              <w:t>територіальних громад</w:t>
            </w:r>
            <w:r>
              <w:rPr>
                <w:lang w:val="uk-UA"/>
              </w:rPr>
              <w:t>)</w:t>
            </w:r>
            <w:r w:rsidRPr="00A33F53">
              <w:rPr>
                <w:lang w:val="uk-UA"/>
              </w:rPr>
              <w:t xml:space="preserve">, </w:t>
            </w:r>
            <w:r w:rsidRPr="0009185B">
              <w:rPr>
                <w:lang w:val="uk-UA"/>
              </w:rPr>
              <w:t xml:space="preserve">Громадська рада при Київській облдержадміністрації, представники </w:t>
            </w:r>
            <w:r>
              <w:rPr>
                <w:lang w:val="uk-UA"/>
              </w:rPr>
              <w:t>д</w:t>
            </w:r>
            <w:r w:rsidRPr="0009185B">
              <w:rPr>
                <w:lang w:val="uk-UA"/>
              </w:rPr>
              <w:t>епартаменту</w:t>
            </w:r>
            <w:r>
              <w:rPr>
                <w:lang w:val="uk-UA"/>
              </w:rPr>
              <w:t xml:space="preserve"> містобудування та архітектури</w:t>
            </w:r>
          </w:p>
        </w:tc>
        <w:tc>
          <w:tcPr>
            <w:tcW w:w="1198" w:type="pct"/>
          </w:tcPr>
          <w:p w:rsidR="00ED368C" w:rsidRDefault="00ED368C" w:rsidP="00C15B38">
            <w:pPr>
              <w:jc w:val="both"/>
              <w:rPr>
                <w:lang w:val="uk-UA"/>
              </w:rPr>
            </w:pPr>
            <w:r>
              <w:t>Департамент</w:t>
            </w:r>
            <w:r>
              <w:rPr>
                <w:lang w:val="uk-UA"/>
              </w:rPr>
              <w:t xml:space="preserve"> містобудування та архітектури:</w:t>
            </w:r>
          </w:p>
          <w:p w:rsidR="00ED368C" w:rsidRDefault="00ED368C" w:rsidP="00C15B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Стародубець Олег Миколайович</w:t>
            </w:r>
          </w:p>
          <w:p w:rsidR="00ED368C" w:rsidRPr="00F9131D" w:rsidRDefault="00ED368C" w:rsidP="00C15B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тел. 285 20 70</w:t>
            </w:r>
          </w:p>
          <w:p w:rsidR="00ED368C" w:rsidRPr="00F9131D" w:rsidRDefault="00ED368C" w:rsidP="00C15B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Смірнова Тетяна Вікторівна</w:t>
            </w:r>
          </w:p>
          <w:p w:rsidR="00ED368C" w:rsidRPr="00326967" w:rsidRDefault="00ED368C" w:rsidP="00C15B38">
            <w:pPr>
              <w:jc w:val="both"/>
              <w:rPr>
                <w:lang w:val="uk-UA"/>
              </w:rPr>
            </w:pPr>
            <w:r w:rsidRPr="00F9131D">
              <w:t>тел</w:t>
            </w:r>
            <w:r w:rsidRPr="008A1B24">
              <w:t>. 044 28</w:t>
            </w:r>
            <w:r>
              <w:rPr>
                <w:lang w:val="uk-UA"/>
              </w:rPr>
              <w:t>5</w:t>
            </w:r>
            <w:r w:rsidRPr="008A1B24">
              <w:t>-</w:t>
            </w:r>
            <w:r>
              <w:rPr>
                <w:lang w:val="uk-UA"/>
              </w:rPr>
              <w:t>2</w:t>
            </w:r>
            <w:r w:rsidRPr="008A1B24">
              <w:t>8-</w:t>
            </w:r>
            <w:r>
              <w:rPr>
                <w:lang w:val="uk-UA"/>
              </w:rPr>
              <w:t>79</w:t>
            </w:r>
          </w:p>
          <w:p w:rsidR="00ED368C" w:rsidRPr="0009185B" w:rsidRDefault="00ED368C" w:rsidP="00C15B38">
            <w:pPr>
              <w:pStyle w:val="NoSpacing"/>
              <w:jc w:val="both"/>
              <w:rPr>
                <w:b/>
                <w:bCs/>
                <w:i/>
                <w:iCs/>
                <w:u w:val="single"/>
                <w:lang w:val="uk-UA"/>
              </w:rPr>
            </w:pPr>
            <w:r w:rsidRPr="00642CC6">
              <w:rPr>
                <w:b/>
                <w:bCs/>
                <w:lang w:val="uk-UA"/>
              </w:rPr>
              <w:t>e-mail:</w:t>
            </w:r>
            <w:r w:rsidRPr="008A1B24">
              <w:t xml:space="preserve"> </w:t>
            </w:r>
            <w:hyperlink r:id="rId34" w:history="1">
              <w:r w:rsidRPr="008A1B24">
                <w:rPr>
                  <w:rStyle w:val="Hyperlink"/>
                </w:rPr>
                <w:t>architecture</w:t>
              </w:r>
              <w:r w:rsidRPr="008A1B24">
                <w:rPr>
                  <w:rStyle w:val="Hyperlink"/>
                  <w:lang w:val="uk-UA"/>
                </w:rPr>
                <w:t>@</w:t>
              </w:r>
              <w:r w:rsidRPr="008A1B24">
                <w:rPr>
                  <w:rStyle w:val="Hyperlink"/>
                </w:rPr>
                <w:t>koda.gov.ua</w:t>
              </w:r>
            </w:hyperlink>
          </w:p>
        </w:tc>
      </w:tr>
    </w:tbl>
    <w:p w:rsidR="00ED368C" w:rsidRDefault="00ED368C" w:rsidP="00291D29">
      <w:pPr>
        <w:jc w:val="center"/>
        <w:rPr>
          <w:b/>
          <w:bCs/>
          <w:sz w:val="26"/>
          <w:szCs w:val="26"/>
          <w:lang w:val="uk-UA"/>
        </w:rPr>
      </w:pPr>
    </w:p>
    <w:p w:rsidR="00ED368C" w:rsidRPr="00CA46C5" w:rsidRDefault="00ED368C" w:rsidP="00291D29">
      <w:pPr>
        <w:rPr>
          <w:sz w:val="26"/>
          <w:szCs w:val="26"/>
          <w:lang w:val="uk-UA"/>
        </w:rPr>
      </w:pPr>
    </w:p>
    <w:p w:rsidR="00ED368C" w:rsidRPr="00CA46C5" w:rsidRDefault="00ED368C">
      <w:pPr>
        <w:rPr>
          <w:b/>
          <w:bCs/>
          <w:sz w:val="26"/>
          <w:szCs w:val="26"/>
          <w:lang w:val="uk-UA"/>
        </w:rPr>
      </w:pPr>
      <w:r w:rsidRPr="00CA46C5">
        <w:rPr>
          <w:b/>
          <w:bCs/>
          <w:sz w:val="26"/>
          <w:szCs w:val="26"/>
          <w:lang w:val="uk-UA"/>
        </w:rPr>
        <w:t xml:space="preserve">Начальник управління з питань </w:t>
      </w:r>
    </w:p>
    <w:p w:rsidR="00ED368C" w:rsidRPr="00CA46C5" w:rsidRDefault="00ED368C">
      <w:pPr>
        <w:rPr>
          <w:b/>
          <w:bCs/>
          <w:sz w:val="26"/>
          <w:szCs w:val="26"/>
          <w:lang w:val="uk-UA"/>
        </w:rPr>
      </w:pPr>
      <w:r w:rsidRPr="00CA46C5">
        <w:rPr>
          <w:b/>
          <w:bCs/>
          <w:sz w:val="26"/>
          <w:szCs w:val="26"/>
          <w:lang w:val="uk-UA"/>
        </w:rPr>
        <w:t>внутрішньої політики Київської</w:t>
      </w:r>
    </w:p>
    <w:p w:rsidR="00ED368C" w:rsidRPr="00CA46C5" w:rsidRDefault="00ED368C">
      <w:pPr>
        <w:rPr>
          <w:b/>
          <w:bCs/>
          <w:sz w:val="26"/>
          <w:szCs w:val="26"/>
          <w:lang w:val="uk-UA"/>
        </w:rPr>
      </w:pPr>
      <w:r w:rsidRPr="00CA46C5">
        <w:rPr>
          <w:b/>
          <w:bCs/>
          <w:sz w:val="26"/>
          <w:szCs w:val="26"/>
          <w:lang w:val="uk-UA"/>
        </w:rPr>
        <w:t xml:space="preserve">обласної державної адміністрації                                                                                                      </w:t>
      </w:r>
      <w:r>
        <w:rPr>
          <w:b/>
          <w:bCs/>
          <w:sz w:val="26"/>
          <w:szCs w:val="26"/>
          <w:lang w:val="uk-UA"/>
        </w:rPr>
        <w:t xml:space="preserve">       </w:t>
      </w:r>
      <w:r w:rsidRPr="00CA46C5">
        <w:rPr>
          <w:b/>
          <w:bCs/>
          <w:sz w:val="26"/>
          <w:szCs w:val="26"/>
          <w:lang w:val="uk-UA"/>
        </w:rPr>
        <w:t xml:space="preserve">                       Ірина ЖЕРДЄВА</w:t>
      </w:r>
    </w:p>
    <w:sectPr w:rsidR="00ED368C" w:rsidRPr="00CA46C5" w:rsidSect="000978CB">
      <w:pgSz w:w="16838" w:h="11906" w:orient="landscape"/>
      <w:pgMar w:top="899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37DE0"/>
    <w:multiLevelType w:val="hybridMultilevel"/>
    <w:tmpl w:val="057EF5B4"/>
    <w:lvl w:ilvl="0" w:tplc="A314C87C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b w:val="0"/>
        <w:bCs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D29"/>
    <w:rsid w:val="00086DD7"/>
    <w:rsid w:val="0009083B"/>
    <w:rsid w:val="0009185B"/>
    <w:rsid w:val="000978CB"/>
    <w:rsid w:val="000C4AD5"/>
    <w:rsid w:val="00153F78"/>
    <w:rsid w:val="001777A4"/>
    <w:rsid w:val="00195628"/>
    <w:rsid w:val="001B54B6"/>
    <w:rsid w:val="002076A1"/>
    <w:rsid w:val="00270A53"/>
    <w:rsid w:val="00283EFF"/>
    <w:rsid w:val="00291D29"/>
    <w:rsid w:val="002B693A"/>
    <w:rsid w:val="00317C0D"/>
    <w:rsid w:val="00323CAF"/>
    <w:rsid w:val="00326967"/>
    <w:rsid w:val="00372B00"/>
    <w:rsid w:val="003A7F9E"/>
    <w:rsid w:val="003B54F1"/>
    <w:rsid w:val="003C45D3"/>
    <w:rsid w:val="003E1D66"/>
    <w:rsid w:val="003F35FD"/>
    <w:rsid w:val="003F3F85"/>
    <w:rsid w:val="004217BA"/>
    <w:rsid w:val="0043123B"/>
    <w:rsid w:val="004A4601"/>
    <w:rsid w:val="004D5754"/>
    <w:rsid w:val="00554EE7"/>
    <w:rsid w:val="005814A7"/>
    <w:rsid w:val="0059594B"/>
    <w:rsid w:val="00642CC6"/>
    <w:rsid w:val="00655EA3"/>
    <w:rsid w:val="006905AF"/>
    <w:rsid w:val="006907C4"/>
    <w:rsid w:val="006D6C08"/>
    <w:rsid w:val="007352E4"/>
    <w:rsid w:val="00737052"/>
    <w:rsid w:val="00882942"/>
    <w:rsid w:val="008A1B24"/>
    <w:rsid w:val="0091271F"/>
    <w:rsid w:val="00A12BE2"/>
    <w:rsid w:val="00A33F06"/>
    <w:rsid w:val="00A33F53"/>
    <w:rsid w:val="00A46290"/>
    <w:rsid w:val="00A5003B"/>
    <w:rsid w:val="00AC2FE2"/>
    <w:rsid w:val="00AD542D"/>
    <w:rsid w:val="00AE27BD"/>
    <w:rsid w:val="00AE2FFA"/>
    <w:rsid w:val="00AF5EE0"/>
    <w:rsid w:val="00B13CFD"/>
    <w:rsid w:val="00B16A2E"/>
    <w:rsid w:val="00B526AB"/>
    <w:rsid w:val="00B742FA"/>
    <w:rsid w:val="00B92D01"/>
    <w:rsid w:val="00C017D0"/>
    <w:rsid w:val="00C15B38"/>
    <w:rsid w:val="00C66A3E"/>
    <w:rsid w:val="00CA365A"/>
    <w:rsid w:val="00CA46C5"/>
    <w:rsid w:val="00D00B84"/>
    <w:rsid w:val="00D07C47"/>
    <w:rsid w:val="00D33C92"/>
    <w:rsid w:val="00D35B3B"/>
    <w:rsid w:val="00D82C8C"/>
    <w:rsid w:val="00DF2D06"/>
    <w:rsid w:val="00E068DA"/>
    <w:rsid w:val="00E24382"/>
    <w:rsid w:val="00E7404A"/>
    <w:rsid w:val="00EB563B"/>
    <w:rsid w:val="00EC1DCA"/>
    <w:rsid w:val="00EC4C54"/>
    <w:rsid w:val="00ED368C"/>
    <w:rsid w:val="00EF341A"/>
    <w:rsid w:val="00F054CC"/>
    <w:rsid w:val="00F20890"/>
    <w:rsid w:val="00F23654"/>
    <w:rsid w:val="00F344FA"/>
    <w:rsid w:val="00F91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D2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">
    <w:name w:val="Знак Знак4"/>
    <w:basedOn w:val="Normal"/>
    <w:uiPriority w:val="99"/>
    <w:rsid w:val="00291D29"/>
    <w:rPr>
      <w:rFonts w:ascii="Verdana" w:hAnsi="Verdana" w:cs="Verdana"/>
      <w:sz w:val="20"/>
      <w:szCs w:val="20"/>
      <w:lang w:val="uk-UA" w:eastAsia="en-US"/>
    </w:rPr>
  </w:style>
  <w:style w:type="character" w:styleId="Hyperlink">
    <w:name w:val="Hyperlink"/>
    <w:basedOn w:val="DefaultParagraphFont"/>
    <w:uiPriority w:val="99"/>
    <w:rsid w:val="006D6C08"/>
    <w:rPr>
      <w:color w:val="0000FF"/>
      <w:u w:val="single"/>
    </w:rPr>
  </w:style>
  <w:style w:type="character" w:customStyle="1" w:styleId="rvts15">
    <w:name w:val="rvts15"/>
    <w:uiPriority w:val="99"/>
    <w:rsid w:val="006D6C08"/>
  </w:style>
  <w:style w:type="paragraph" w:customStyle="1" w:styleId="rvps7">
    <w:name w:val="rvps7"/>
    <w:basedOn w:val="Normal"/>
    <w:uiPriority w:val="99"/>
    <w:rsid w:val="006D6C08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styleId="Strong">
    <w:name w:val="Strong"/>
    <w:basedOn w:val="DefaultParagraphFont"/>
    <w:uiPriority w:val="99"/>
    <w:qFormat/>
    <w:locked/>
    <w:rsid w:val="00AD542D"/>
    <w:rPr>
      <w:b/>
      <w:bCs/>
    </w:rPr>
  </w:style>
  <w:style w:type="paragraph" w:styleId="NoSpacing">
    <w:name w:val="No Spacing"/>
    <w:uiPriority w:val="99"/>
    <w:qFormat/>
    <w:rsid w:val="000C4AD5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rostianska@ukr.net" TargetMode="External"/><Relationship Id="rId13" Type="http://schemas.openxmlformats.org/officeDocument/2006/relationships/hyperlink" Target="gukb@ukr.net" TargetMode="External"/><Relationship Id="rId18" Type="http://schemas.openxmlformats.org/officeDocument/2006/relationships/hyperlink" Target="gukb@ukr.net" TargetMode="External"/><Relationship Id="rId26" Type="http://schemas.openxmlformats.org/officeDocument/2006/relationships/hyperlink" Target="mailto:fkskoda@ukr.ne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fkskoda@ukr.net" TargetMode="External"/><Relationship Id="rId34" Type="http://schemas.openxmlformats.org/officeDocument/2006/relationships/hyperlink" Target="mailto:architecture@koda.gov.ua" TargetMode="External"/><Relationship Id="rId7" Type="http://schemas.openxmlformats.org/officeDocument/2006/relationships/hyperlink" Target="trostianska@ukr.net" TargetMode="External"/><Relationship Id="rId12" Type="http://schemas.openxmlformats.org/officeDocument/2006/relationships/hyperlink" Target="gukb@ukr.net" TargetMode="External"/><Relationship Id="rId17" Type="http://schemas.openxmlformats.org/officeDocument/2006/relationships/hyperlink" Target="gukb@ukr.net" TargetMode="External"/><Relationship Id="rId25" Type="http://schemas.openxmlformats.org/officeDocument/2006/relationships/hyperlink" Target="mailto:fkskoda@ukr.net" TargetMode="External"/><Relationship Id="rId33" Type="http://schemas.openxmlformats.org/officeDocument/2006/relationships/hyperlink" Target="mailto:strategy@econkoda.gov.ua" TargetMode="External"/><Relationship Id="rId2" Type="http://schemas.openxmlformats.org/officeDocument/2006/relationships/styles" Target="styles.xml"/><Relationship Id="rId16" Type="http://schemas.openxmlformats.org/officeDocument/2006/relationships/hyperlink" Target="gukb@ukr.net" TargetMode="External"/><Relationship Id="rId20" Type="http://schemas.openxmlformats.org/officeDocument/2006/relationships/hyperlink" Target="mailto:fkskoda@ukr.net" TargetMode="External"/><Relationship Id="rId29" Type="http://schemas.openxmlformats.org/officeDocument/2006/relationships/hyperlink" Target=":%20info@cultkoda.gov.ua" TargetMode="External"/><Relationship Id="rId1" Type="http://schemas.openxmlformats.org/officeDocument/2006/relationships/numbering" Target="numbering.xml"/><Relationship Id="rId6" Type="http://schemas.openxmlformats.org/officeDocument/2006/relationships/hyperlink" Target="trostianska@ukr.net" TargetMode="External"/><Relationship Id="rId11" Type="http://schemas.openxmlformats.org/officeDocument/2006/relationships/hyperlink" Target="gukb@ukr.net" TargetMode="External"/><Relationship Id="rId24" Type="http://schemas.openxmlformats.org/officeDocument/2006/relationships/hyperlink" Target="mailto:fkskoda@ukr.net" TargetMode="External"/><Relationship Id="rId32" Type="http://schemas.openxmlformats.org/officeDocument/2006/relationships/hyperlink" Target="oksko2021@gmail.com" TargetMode="External"/><Relationship Id="rId5" Type="http://schemas.openxmlformats.org/officeDocument/2006/relationships/hyperlink" Target="trostianska@ukr.net" TargetMode="External"/><Relationship Id="rId15" Type="http://schemas.openxmlformats.org/officeDocument/2006/relationships/hyperlink" Target="gukb@ukr.net" TargetMode="External"/><Relationship Id="rId23" Type="http://schemas.openxmlformats.org/officeDocument/2006/relationships/hyperlink" Target="mailto:fkskoda@ukr.net" TargetMode="External"/><Relationship Id="rId28" Type="http://schemas.openxmlformats.org/officeDocument/2006/relationships/hyperlink" Target=":%20info@cultkoda.gov.ua" TargetMode="External"/><Relationship Id="rId36" Type="http://schemas.openxmlformats.org/officeDocument/2006/relationships/theme" Target="theme/theme1.xml"/><Relationship Id="rId10" Type="http://schemas.openxmlformats.org/officeDocument/2006/relationships/hyperlink" Target="gukb@ukr.net" TargetMode="External"/><Relationship Id="rId19" Type="http://schemas.openxmlformats.org/officeDocument/2006/relationships/hyperlink" Target="mailto:atouszn_koda@ukr.net" TargetMode="External"/><Relationship Id="rId31" Type="http://schemas.openxmlformats.org/officeDocument/2006/relationships/hyperlink" Target=":%20info@cultko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ukb@ukr.net" TargetMode="External"/><Relationship Id="rId14" Type="http://schemas.openxmlformats.org/officeDocument/2006/relationships/hyperlink" Target="gukb@ukr.net" TargetMode="External"/><Relationship Id="rId22" Type="http://schemas.openxmlformats.org/officeDocument/2006/relationships/hyperlink" Target="mailto:fkskoda@ukr.net" TargetMode="External"/><Relationship Id="rId27" Type="http://schemas.openxmlformats.org/officeDocument/2006/relationships/hyperlink" Target="mailto:fkskoda@ukr.net" TargetMode="External"/><Relationship Id="rId30" Type="http://schemas.openxmlformats.org/officeDocument/2006/relationships/hyperlink" Target="viddil_religiy_koda@ukr.net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8</Pages>
  <Words>9928</Words>
  <Characters>5659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INT8</dc:creator>
  <cp:keywords/>
  <dc:description/>
  <cp:lastModifiedBy>www</cp:lastModifiedBy>
  <cp:revision>36</cp:revision>
  <dcterms:created xsi:type="dcterms:W3CDTF">2021-12-08T09:21:00Z</dcterms:created>
  <dcterms:modified xsi:type="dcterms:W3CDTF">2021-12-21T09:33:00Z</dcterms:modified>
</cp:coreProperties>
</file>